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721AB" w14:textId="264674D6" w:rsidR="001625B1" w:rsidRDefault="006F5DEE" w:rsidP="00544324">
      <w:pPr>
        <w:snapToGrid w:val="0"/>
        <w:jc w:val="center"/>
        <w:rPr>
          <w:rFonts w:ascii="標楷體" w:hAnsi="標楷體"/>
          <w:color w:val="000000"/>
          <w:sz w:val="28"/>
        </w:rPr>
      </w:pPr>
      <w:proofErr w:type="gramStart"/>
      <w:r w:rsidRPr="00791BA0">
        <w:rPr>
          <w:rFonts w:ascii="標楷體" w:hAnsi="標楷體" w:hint="eastAsia"/>
          <w:b/>
          <w:sz w:val="26"/>
          <w:szCs w:val="26"/>
        </w:rPr>
        <w:t>臺</w:t>
      </w:r>
      <w:proofErr w:type="gramEnd"/>
      <w:r w:rsidRPr="00791BA0">
        <w:rPr>
          <w:rFonts w:ascii="標楷體" w:hAnsi="標楷體" w:hint="eastAsia"/>
          <w:b/>
          <w:sz w:val="26"/>
          <w:szCs w:val="26"/>
        </w:rPr>
        <w:t>南市公(私)立</w:t>
      </w:r>
      <w:r w:rsidR="00C65348" w:rsidRPr="00BA33AE">
        <w:rPr>
          <w:rFonts w:ascii="新細明體" w:hAnsi="新細明體" w:cs="新細明體" w:hint="eastAsia"/>
          <w:sz w:val="28"/>
          <w:szCs w:val="28"/>
        </w:rPr>
        <w:t>〇〇</w:t>
      </w:r>
      <w:r w:rsidR="00BA33AE" w:rsidRPr="00BA33AE">
        <w:rPr>
          <w:rFonts w:ascii="標楷體" w:hAnsi="標楷體" w:hint="eastAsia"/>
          <w:sz w:val="28"/>
          <w:szCs w:val="28"/>
        </w:rPr>
        <w:t>市公</w:t>
      </w:r>
      <w:r w:rsidR="00BA33AE" w:rsidRPr="00BA33AE">
        <w:rPr>
          <w:rFonts w:ascii="標楷體" w:hAnsi="標楷體"/>
          <w:sz w:val="28"/>
          <w:szCs w:val="28"/>
        </w:rPr>
        <w:t>(</w:t>
      </w:r>
      <w:r w:rsidR="00BA33AE" w:rsidRPr="00BA33AE">
        <w:rPr>
          <w:rFonts w:ascii="標楷體" w:hAnsi="標楷體" w:hint="eastAsia"/>
          <w:sz w:val="28"/>
          <w:szCs w:val="28"/>
        </w:rPr>
        <w:t>私</w:t>
      </w:r>
      <w:r w:rsidR="00BA33AE" w:rsidRPr="00BA33AE">
        <w:rPr>
          <w:rFonts w:ascii="標楷體" w:hAnsi="標楷體"/>
          <w:sz w:val="28"/>
          <w:szCs w:val="28"/>
        </w:rPr>
        <w:t>)</w:t>
      </w:r>
      <w:r w:rsidR="00BA33AE" w:rsidRPr="00BA33AE">
        <w:rPr>
          <w:rFonts w:ascii="標楷體" w:hAnsi="標楷體" w:hint="eastAsia"/>
          <w:sz w:val="28"/>
          <w:szCs w:val="28"/>
        </w:rPr>
        <w:t>立</w:t>
      </w:r>
      <w:r w:rsidR="00BA33AE" w:rsidRPr="00BA33AE">
        <w:rPr>
          <w:rFonts w:ascii="新細明體" w:hAnsi="新細明體" w:cs="新細明體" w:hint="eastAsia"/>
          <w:sz w:val="28"/>
          <w:szCs w:val="28"/>
        </w:rPr>
        <w:t>〇</w:t>
      </w:r>
      <w:r w:rsidR="00BA33AE" w:rsidRPr="00BA33AE">
        <w:rPr>
          <w:rFonts w:ascii="標楷體" w:hAnsi="標楷體" w:cs="標楷體" w:hint="eastAsia"/>
          <w:sz w:val="28"/>
          <w:szCs w:val="28"/>
        </w:rPr>
        <w:t>區</w:t>
      </w:r>
      <w:r w:rsidR="00BA33AE" w:rsidRPr="00BA33AE">
        <w:rPr>
          <w:rFonts w:ascii="新細明體" w:hAnsi="新細明體" w:cs="新細明體" w:hint="eastAsia"/>
          <w:sz w:val="28"/>
          <w:szCs w:val="28"/>
        </w:rPr>
        <w:t>〇</w:t>
      </w:r>
      <w:r w:rsidR="00BA33AE" w:rsidRPr="00BA33AE">
        <w:rPr>
          <w:rFonts w:ascii="標楷體" w:hAnsi="標楷體" w:cs="標楷體" w:hint="eastAsia"/>
          <w:sz w:val="28"/>
          <w:szCs w:val="28"/>
        </w:rPr>
        <w:t>國民小學</w:t>
      </w:r>
      <w:r w:rsidR="00BA33AE" w:rsidRPr="00BA33AE">
        <w:rPr>
          <w:rFonts w:ascii="新細明體" w:hAnsi="新細明體" w:cs="新細明體" w:hint="eastAsia"/>
          <w:sz w:val="28"/>
          <w:szCs w:val="28"/>
        </w:rPr>
        <w:t>〇</w:t>
      </w:r>
      <w:r w:rsidR="00BA33AE" w:rsidRPr="00BA33AE">
        <w:rPr>
          <w:rFonts w:ascii="標楷體" w:hAnsi="標楷體" w:cs="標楷體" w:hint="eastAsia"/>
          <w:sz w:val="28"/>
          <w:szCs w:val="28"/>
        </w:rPr>
        <w:t>學年度</w:t>
      </w:r>
      <w:r w:rsidR="00BA33AE" w:rsidRPr="00BA33AE">
        <w:rPr>
          <w:rFonts w:ascii="標楷體" w:hAnsi="標楷體" w:hint="eastAsia"/>
          <w:sz w:val="28"/>
          <w:szCs w:val="28"/>
        </w:rPr>
        <w:t>第</w:t>
      </w:r>
      <w:r w:rsidR="00BA33AE" w:rsidRPr="00BA33AE">
        <w:rPr>
          <w:rFonts w:ascii="新細明體" w:hAnsi="新細明體" w:cs="新細明體" w:hint="eastAsia"/>
          <w:sz w:val="28"/>
          <w:szCs w:val="28"/>
        </w:rPr>
        <w:t>〇</w:t>
      </w:r>
      <w:r w:rsidR="00BA33AE" w:rsidRPr="00BA33AE">
        <w:rPr>
          <w:rFonts w:ascii="標楷體" w:hAnsi="標楷體" w:cs="標楷體" w:hint="eastAsia"/>
          <w:sz w:val="28"/>
          <w:szCs w:val="28"/>
        </w:rPr>
        <w:t>學期</w:t>
      </w:r>
      <w:r w:rsidR="00BA33AE" w:rsidRPr="00BA33AE">
        <w:rPr>
          <w:rFonts w:ascii="新細明體" w:hAnsi="新細明體" w:cs="新細明體" w:hint="eastAsia"/>
          <w:sz w:val="28"/>
          <w:szCs w:val="28"/>
        </w:rPr>
        <w:t>〇</w:t>
      </w:r>
      <w:r w:rsidR="00BA33AE" w:rsidRPr="00BA33AE">
        <w:rPr>
          <w:rFonts w:ascii="標楷體" w:hAnsi="標楷體" w:cs="標楷體" w:hint="eastAsia"/>
          <w:sz w:val="28"/>
          <w:szCs w:val="28"/>
        </w:rPr>
        <w:t>年級彈性學習</w:t>
      </w:r>
      <w:r w:rsidR="00B37E52" w:rsidRPr="00B37E52">
        <w:rPr>
          <w:color w:val="FF0000"/>
          <w:sz w:val="28"/>
          <w:szCs w:val="28"/>
          <w:u w:val="single"/>
        </w:rPr>
        <w:t>用</w:t>
      </w:r>
      <w:proofErr w:type="spellStart"/>
      <w:r w:rsidR="00B37E52" w:rsidRPr="00B37E52">
        <w:rPr>
          <w:color w:val="FF0000"/>
          <w:sz w:val="28"/>
          <w:szCs w:val="28"/>
          <w:u w:val="single"/>
        </w:rPr>
        <w:t>micro:bit</w:t>
      </w:r>
      <w:proofErr w:type="spellEnd"/>
      <w:r w:rsidR="00B37E52" w:rsidRPr="00B37E52">
        <w:rPr>
          <w:color w:val="FF0000"/>
          <w:sz w:val="28"/>
          <w:szCs w:val="28"/>
          <w:u w:val="single"/>
        </w:rPr>
        <w:t xml:space="preserve"> V2</w:t>
      </w:r>
      <w:r w:rsidR="00B37E52" w:rsidRPr="00B37E52">
        <w:rPr>
          <w:color w:val="FF0000"/>
          <w:sz w:val="28"/>
          <w:szCs w:val="28"/>
          <w:u w:val="single"/>
        </w:rPr>
        <w:t>寫程式</w:t>
      </w:r>
      <w:r w:rsidR="00BA33AE" w:rsidRPr="00BA33AE">
        <w:rPr>
          <w:rFonts w:ascii="標楷體" w:hAnsi="標楷體" w:hint="eastAsia"/>
          <w:sz w:val="28"/>
          <w:szCs w:val="28"/>
        </w:rPr>
        <w:t>課程計畫</w:t>
      </w:r>
      <w:r w:rsidR="009B22A5">
        <w:rPr>
          <w:rFonts w:ascii="標楷體" w:hAnsi="標楷體" w:hint="eastAsia"/>
          <w:color w:val="000000"/>
          <w:sz w:val="28"/>
        </w:rPr>
        <w:t>(</w:t>
      </w:r>
      <w:r w:rsidR="00BA33AE">
        <w:rPr>
          <w:rFonts w:ascii="標楷體" w:hAnsi="標楷體" w:hint="eastAsia"/>
          <w:color w:val="000000"/>
          <w:sz w:val="28"/>
        </w:rPr>
        <w:sym w:font="Wingdings 2" w:char="F052"/>
      </w:r>
      <w:r w:rsidR="009B22A5">
        <w:rPr>
          <w:rFonts w:ascii="標楷體" w:hAnsi="標楷體" w:hint="eastAsia"/>
          <w:color w:val="000000"/>
          <w:sz w:val="28"/>
        </w:rPr>
        <w:t>普通班□特教班)</w:t>
      </w:r>
    </w:p>
    <w:p w14:paraId="7D9958A3" w14:textId="77777777" w:rsidR="00B37E52" w:rsidRPr="00E93999" w:rsidRDefault="00B37E52" w:rsidP="00B37E52">
      <w:pPr>
        <w:snapToGrid w:val="0"/>
        <w:jc w:val="center"/>
        <w:rPr>
          <w:rFonts w:hint="eastAsia"/>
          <w:szCs w:val="24"/>
          <w:u w:val="single"/>
        </w:rPr>
      </w:pP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221"/>
        <w:gridCol w:w="1492"/>
        <w:gridCol w:w="492"/>
        <w:gridCol w:w="1066"/>
        <w:gridCol w:w="1106"/>
        <w:gridCol w:w="1131"/>
        <w:gridCol w:w="1271"/>
        <w:gridCol w:w="163"/>
        <w:gridCol w:w="2493"/>
        <w:gridCol w:w="1189"/>
        <w:gridCol w:w="2126"/>
      </w:tblGrid>
      <w:tr w:rsidR="00B37E52" w:rsidRPr="00E93999" w14:paraId="34129C05" w14:textId="77777777" w:rsidTr="00106EC0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EEA657D" w14:textId="77777777" w:rsidR="00B37E52" w:rsidRPr="00E93999" w:rsidRDefault="00B37E52" w:rsidP="00106EC0">
            <w:pPr>
              <w:snapToGrid w:val="0"/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學習主題名稱</w:t>
            </w:r>
          </w:p>
          <w:p w14:paraId="01446B6B" w14:textId="77777777" w:rsidR="00B37E52" w:rsidRPr="00E93999" w:rsidRDefault="00B37E52" w:rsidP="00106EC0">
            <w:pPr>
              <w:snapToGrid w:val="0"/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(</w:t>
            </w:r>
            <w:r w:rsidRPr="00E93999">
              <w:rPr>
                <w:szCs w:val="24"/>
              </w:rPr>
              <w:t>中系統</w:t>
            </w:r>
            <w:r w:rsidRPr="00E93999">
              <w:rPr>
                <w:szCs w:val="24"/>
              </w:rPr>
              <w:t>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38D996DA" w14:textId="77777777" w:rsidR="00B37E52" w:rsidRPr="00E93999" w:rsidRDefault="00B37E52" w:rsidP="00106EC0">
            <w:pPr>
              <w:snapToGrid w:val="0"/>
              <w:spacing w:line="40" w:lineRule="atLeast"/>
              <w:rPr>
                <w:color w:val="000000"/>
                <w:szCs w:val="24"/>
              </w:rPr>
            </w:pPr>
            <w:r w:rsidRPr="00E93999">
              <w:rPr>
                <w:color w:val="000000"/>
                <w:szCs w:val="24"/>
              </w:rPr>
              <w:t>用</w:t>
            </w:r>
            <w:proofErr w:type="spellStart"/>
            <w:r w:rsidRPr="00E93999">
              <w:rPr>
                <w:color w:val="000000"/>
                <w:szCs w:val="24"/>
              </w:rPr>
              <w:t>micro:bit</w:t>
            </w:r>
            <w:proofErr w:type="spellEnd"/>
            <w:r w:rsidRPr="00E93999">
              <w:rPr>
                <w:color w:val="000000"/>
                <w:szCs w:val="24"/>
              </w:rPr>
              <w:t xml:space="preserve"> V2</w:t>
            </w:r>
            <w:r w:rsidRPr="00E93999">
              <w:rPr>
                <w:color w:val="000000"/>
                <w:szCs w:val="24"/>
              </w:rPr>
              <w:t>寫程式</w:t>
            </w:r>
            <w:r w:rsidRPr="00E93999">
              <w:rPr>
                <w:color w:val="000000"/>
                <w:szCs w:val="24"/>
              </w:rPr>
              <w:t>:</w:t>
            </w:r>
            <w:r w:rsidRPr="00E93999">
              <w:rPr>
                <w:color w:val="000000"/>
                <w:szCs w:val="24"/>
              </w:rPr>
              <w:t>培養做、用、想與運算思維能力</w:t>
            </w: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E7CFEC5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實施年級</w:t>
            </w:r>
          </w:p>
          <w:p w14:paraId="6C4674C6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(</w:t>
            </w:r>
            <w:r w:rsidRPr="00E93999">
              <w:rPr>
                <w:szCs w:val="24"/>
              </w:rPr>
              <w:t>班級組別</w:t>
            </w:r>
            <w:r w:rsidRPr="00E93999">
              <w:rPr>
                <w:szCs w:val="24"/>
              </w:rPr>
              <w:t>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14:paraId="65FACC62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17FC090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D0B42E7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本學期共</w:t>
            </w:r>
            <w:r w:rsidRPr="00E93999">
              <w:rPr>
                <w:szCs w:val="24"/>
              </w:rPr>
              <w:t>( 20 )</w:t>
            </w:r>
            <w:r w:rsidRPr="00E93999">
              <w:rPr>
                <w:szCs w:val="24"/>
              </w:rPr>
              <w:t>節</w:t>
            </w:r>
          </w:p>
        </w:tc>
      </w:tr>
      <w:tr w:rsidR="00B37E52" w:rsidRPr="00E93999" w14:paraId="2CC5B743" w14:textId="77777777" w:rsidTr="00106EC0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F82849" w14:textId="77777777" w:rsidR="00B37E52" w:rsidRPr="00E93999" w:rsidRDefault="00B37E52" w:rsidP="00106EC0">
            <w:pPr>
              <w:snapToGrid w:val="0"/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彈性學習課程</w:t>
            </w:r>
          </w:p>
          <w:p w14:paraId="732E4265" w14:textId="77777777" w:rsidR="00B37E52" w:rsidRPr="00E93999" w:rsidRDefault="00B37E52" w:rsidP="00106EC0">
            <w:pPr>
              <w:snapToGrid w:val="0"/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50B620A4" w14:textId="77777777" w:rsidR="00B37E52" w:rsidRPr="00E93999" w:rsidRDefault="00B37E52" w:rsidP="00106EC0">
            <w:pPr>
              <w:snapToGrid w:val="0"/>
              <w:spacing w:line="260" w:lineRule="exact"/>
              <w:rPr>
                <w:color w:val="FF0000"/>
                <w:szCs w:val="24"/>
              </w:rPr>
            </w:pPr>
            <w:r w:rsidRPr="00E93999">
              <w:rPr>
                <w:b/>
                <w:color w:val="FF0000"/>
                <w:szCs w:val="24"/>
              </w:rPr>
              <w:t>1.□</w:t>
            </w:r>
            <w:r w:rsidRPr="00E93999">
              <w:rPr>
                <w:b/>
                <w:color w:val="FF0000"/>
                <w:szCs w:val="24"/>
              </w:rPr>
              <w:t>統整性探究課程</w:t>
            </w:r>
            <w:r w:rsidRPr="00E93999">
              <w:rPr>
                <w:color w:val="FF0000"/>
                <w:szCs w:val="24"/>
              </w:rPr>
              <w:t xml:space="preserve"> (□</w:t>
            </w:r>
            <w:r w:rsidRPr="00E93999">
              <w:rPr>
                <w:color w:val="FF0000"/>
                <w:szCs w:val="24"/>
              </w:rPr>
              <w:t>主題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專題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議題</w:t>
            </w:r>
            <w:r w:rsidRPr="00E93999">
              <w:rPr>
                <w:color w:val="FF0000"/>
                <w:szCs w:val="24"/>
              </w:rPr>
              <w:t xml:space="preserve">)  </w:t>
            </w:r>
          </w:p>
          <w:p w14:paraId="760F0878" w14:textId="77777777" w:rsidR="00B37E52" w:rsidRPr="00E93999" w:rsidRDefault="00B37E52" w:rsidP="00106EC0">
            <w:pPr>
              <w:snapToGrid w:val="0"/>
              <w:spacing w:line="260" w:lineRule="exact"/>
              <w:rPr>
                <w:dstrike/>
                <w:color w:val="FF0000"/>
                <w:szCs w:val="24"/>
              </w:rPr>
            </w:pPr>
            <w:r w:rsidRPr="00E93999">
              <w:rPr>
                <w:b/>
                <w:color w:val="FF0000"/>
                <w:szCs w:val="24"/>
              </w:rPr>
              <w:t>2.</w:t>
            </w:r>
            <w:r w:rsidRPr="00E93999">
              <w:rPr>
                <w:b/>
                <w:dstrike/>
                <w:color w:val="FF0000"/>
                <w:szCs w:val="24"/>
              </w:rPr>
              <w:t>□</w:t>
            </w:r>
            <w:r w:rsidRPr="00E93999">
              <w:rPr>
                <w:b/>
                <w:dstrike/>
                <w:color w:val="FF0000"/>
                <w:szCs w:val="24"/>
              </w:rPr>
              <w:t>社團活動與技藝課程</w:t>
            </w:r>
            <w:r w:rsidRPr="00E93999">
              <w:rPr>
                <w:dstrike/>
                <w:color w:val="FF0000"/>
                <w:szCs w:val="24"/>
              </w:rPr>
              <w:t>(□</w:t>
            </w:r>
            <w:r w:rsidRPr="00E93999">
              <w:rPr>
                <w:dstrike/>
                <w:color w:val="FF0000"/>
                <w:szCs w:val="24"/>
              </w:rPr>
              <w:t>社團活動</w:t>
            </w:r>
            <w:r w:rsidRPr="00E93999">
              <w:rPr>
                <w:dstrike/>
                <w:color w:val="FF0000"/>
                <w:szCs w:val="24"/>
              </w:rPr>
              <w:t>□</w:t>
            </w:r>
            <w:r w:rsidRPr="00E93999">
              <w:rPr>
                <w:dstrike/>
                <w:color w:val="FF0000"/>
                <w:szCs w:val="24"/>
              </w:rPr>
              <w:t>技藝課程</w:t>
            </w:r>
            <w:r w:rsidRPr="00E93999">
              <w:rPr>
                <w:dstrike/>
                <w:color w:val="FF0000"/>
                <w:szCs w:val="24"/>
              </w:rPr>
              <w:t>)</w:t>
            </w:r>
          </w:p>
          <w:p w14:paraId="39C4DC14" w14:textId="77777777" w:rsidR="00B37E52" w:rsidRPr="00E93999" w:rsidRDefault="00B37E52" w:rsidP="00106EC0">
            <w:pPr>
              <w:snapToGrid w:val="0"/>
              <w:spacing w:line="260" w:lineRule="exact"/>
              <w:rPr>
                <w:color w:val="FF0000"/>
                <w:szCs w:val="24"/>
              </w:rPr>
            </w:pPr>
            <w:r w:rsidRPr="00E93999">
              <w:rPr>
                <w:b/>
                <w:color w:val="FF0000"/>
                <w:szCs w:val="24"/>
              </w:rPr>
              <w:t>3.□</w:t>
            </w:r>
            <w:r w:rsidRPr="00E93999">
              <w:rPr>
                <w:b/>
                <w:color w:val="FF0000"/>
                <w:szCs w:val="24"/>
              </w:rPr>
              <w:t>特殊需求領域課程</w:t>
            </w:r>
          </w:p>
          <w:p w14:paraId="503BC81A" w14:textId="77777777" w:rsidR="00B37E52" w:rsidRPr="00E93999" w:rsidRDefault="00B37E52" w:rsidP="00106EC0">
            <w:pPr>
              <w:snapToGrid w:val="0"/>
              <w:spacing w:line="260" w:lineRule="exact"/>
              <w:ind w:left="240" w:hangingChars="100" w:hanging="240"/>
              <w:rPr>
                <w:color w:val="FF0000"/>
                <w:szCs w:val="24"/>
              </w:rPr>
            </w:pPr>
            <w:r w:rsidRPr="00E93999">
              <w:rPr>
                <w:color w:val="FF0000"/>
                <w:szCs w:val="24"/>
              </w:rPr>
              <w:t xml:space="preserve">   </w:t>
            </w:r>
            <w:proofErr w:type="gramStart"/>
            <w:r w:rsidRPr="00E93999">
              <w:rPr>
                <w:color w:val="FF0000"/>
                <w:szCs w:val="24"/>
              </w:rPr>
              <w:t>身障類</w:t>
            </w:r>
            <w:proofErr w:type="gramEnd"/>
            <w:r w:rsidRPr="00E93999">
              <w:rPr>
                <w:color w:val="FF0000"/>
                <w:szCs w:val="24"/>
              </w:rPr>
              <w:t>:□</w:t>
            </w:r>
            <w:r w:rsidRPr="00E93999">
              <w:rPr>
                <w:color w:val="FF0000"/>
                <w:szCs w:val="24"/>
              </w:rPr>
              <w:t>生活管理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社會技巧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學習策略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職業教育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溝通訓練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點字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定向行動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功能性動作訓練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輔助科技運用</w:t>
            </w:r>
          </w:p>
          <w:p w14:paraId="2078694F" w14:textId="77777777" w:rsidR="00B37E52" w:rsidRPr="00E93999" w:rsidRDefault="00B37E52" w:rsidP="00106EC0">
            <w:pPr>
              <w:snapToGrid w:val="0"/>
              <w:spacing w:line="260" w:lineRule="exact"/>
              <w:ind w:left="240" w:hangingChars="100" w:hanging="240"/>
              <w:rPr>
                <w:color w:val="FF0000"/>
                <w:szCs w:val="24"/>
              </w:rPr>
            </w:pPr>
            <w:r w:rsidRPr="00E93999">
              <w:rPr>
                <w:color w:val="FF0000"/>
                <w:szCs w:val="24"/>
              </w:rPr>
              <w:t xml:space="preserve">   </w:t>
            </w:r>
            <w:proofErr w:type="gramStart"/>
            <w:r w:rsidRPr="00E93999">
              <w:rPr>
                <w:color w:val="FF0000"/>
                <w:szCs w:val="24"/>
              </w:rPr>
              <w:t>資優類</w:t>
            </w:r>
            <w:proofErr w:type="gramEnd"/>
            <w:r w:rsidRPr="00E93999">
              <w:rPr>
                <w:color w:val="FF0000"/>
                <w:szCs w:val="24"/>
              </w:rPr>
              <w:t>:□</w:t>
            </w:r>
            <w:r w:rsidRPr="00E93999">
              <w:rPr>
                <w:color w:val="FF0000"/>
                <w:szCs w:val="24"/>
              </w:rPr>
              <w:t>創造力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領導才能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情意發展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獨立發展</w:t>
            </w:r>
          </w:p>
          <w:p w14:paraId="466CC9B3" w14:textId="77777777" w:rsidR="00B37E52" w:rsidRPr="00E93999" w:rsidRDefault="00B37E52" w:rsidP="00106EC0">
            <w:pPr>
              <w:snapToGrid w:val="0"/>
              <w:spacing w:line="260" w:lineRule="exact"/>
              <w:ind w:left="240" w:hangingChars="100" w:hanging="240"/>
              <w:rPr>
                <w:color w:val="FF0000"/>
                <w:szCs w:val="24"/>
              </w:rPr>
            </w:pPr>
            <w:r w:rsidRPr="00E93999">
              <w:rPr>
                <w:color w:val="FF0000"/>
                <w:szCs w:val="24"/>
              </w:rPr>
              <w:t xml:space="preserve">   </w:t>
            </w:r>
            <w:r w:rsidRPr="00E93999">
              <w:rPr>
                <w:color w:val="FF0000"/>
                <w:szCs w:val="24"/>
              </w:rPr>
              <w:t>其他類</w:t>
            </w:r>
            <w:r w:rsidRPr="00E93999">
              <w:rPr>
                <w:color w:val="FF0000"/>
                <w:szCs w:val="24"/>
              </w:rPr>
              <w:t>:□</w:t>
            </w:r>
            <w:r w:rsidRPr="00E93999">
              <w:rPr>
                <w:color w:val="FF0000"/>
                <w:szCs w:val="24"/>
              </w:rPr>
              <w:t>藝術才能班及體育班專門課程</w:t>
            </w:r>
          </w:p>
          <w:p w14:paraId="5682B53D" w14:textId="77777777" w:rsidR="00B37E52" w:rsidRPr="00E93999" w:rsidRDefault="00B37E52" w:rsidP="00106EC0">
            <w:pPr>
              <w:snapToGrid w:val="0"/>
              <w:spacing w:line="260" w:lineRule="exact"/>
              <w:rPr>
                <w:b/>
                <w:color w:val="FF0000"/>
                <w:szCs w:val="24"/>
              </w:rPr>
            </w:pPr>
            <w:r w:rsidRPr="00E93999">
              <w:rPr>
                <w:b/>
                <w:color w:val="FF0000"/>
                <w:szCs w:val="24"/>
              </w:rPr>
              <w:t>4.□</w:t>
            </w:r>
            <w:r w:rsidRPr="00E93999">
              <w:rPr>
                <w:b/>
                <w:color w:val="FF0000"/>
                <w:szCs w:val="24"/>
              </w:rPr>
              <w:t>其他類課程</w:t>
            </w:r>
          </w:p>
          <w:p w14:paraId="6F6FBD7F" w14:textId="77777777" w:rsidR="00B37E52" w:rsidRPr="00E93999" w:rsidRDefault="00B37E52" w:rsidP="00106EC0">
            <w:pPr>
              <w:snapToGrid w:val="0"/>
              <w:spacing w:line="260" w:lineRule="exact"/>
              <w:rPr>
                <w:szCs w:val="24"/>
              </w:rPr>
            </w:pPr>
            <w:r w:rsidRPr="00E93999">
              <w:rPr>
                <w:b/>
                <w:color w:val="FF0000"/>
                <w:szCs w:val="24"/>
              </w:rPr>
              <w:t xml:space="preserve">  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本土語文</w:t>
            </w:r>
            <w:r w:rsidRPr="00E93999">
              <w:rPr>
                <w:color w:val="FF0000"/>
                <w:szCs w:val="24"/>
              </w:rPr>
              <w:t>/</w:t>
            </w:r>
            <w:r w:rsidRPr="00E93999">
              <w:rPr>
                <w:color w:val="FF0000"/>
                <w:szCs w:val="24"/>
              </w:rPr>
              <w:t>新住民語文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服務學習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戶外教育</w:t>
            </w:r>
            <w:r w:rsidRPr="00E93999">
              <w:rPr>
                <w:color w:val="FF0000"/>
                <w:szCs w:val="24"/>
              </w:rPr>
              <w:t>□</w:t>
            </w:r>
            <w:proofErr w:type="gramStart"/>
            <w:r w:rsidRPr="00E93999">
              <w:rPr>
                <w:color w:val="FF0000"/>
                <w:szCs w:val="24"/>
              </w:rPr>
              <w:t>班際或校際</w:t>
            </w:r>
            <w:proofErr w:type="gramEnd"/>
            <w:r w:rsidRPr="00E93999">
              <w:rPr>
                <w:color w:val="FF0000"/>
                <w:szCs w:val="24"/>
              </w:rPr>
              <w:t>交流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自治活動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班級輔導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學生自主學習</w:t>
            </w:r>
            <w:r w:rsidRPr="00E93999">
              <w:rPr>
                <w:color w:val="FF0000"/>
                <w:szCs w:val="24"/>
              </w:rPr>
              <w:t>□</w:t>
            </w:r>
            <w:r w:rsidRPr="00E93999">
              <w:rPr>
                <w:color w:val="FF0000"/>
                <w:szCs w:val="24"/>
              </w:rPr>
              <w:t>領域補救教學</w:t>
            </w:r>
            <w:r w:rsidRPr="00E93999">
              <w:rPr>
                <w:color w:val="FF0000"/>
                <w:szCs w:val="24"/>
              </w:rPr>
              <w:t xml:space="preserve"> </w:t>
            </w:r>
            <w:r w:rsidRPr="00E93999">
              <w:rPr>
                <w:szCs w:val="24"/>
              </w:rPr>
              <w:t xml:space="preserve">                  </w:t>
            </w:r>
          </w:p>
        </w:tc>
      </w:tr>
      <w:tr w:rsidR="00B37E52" w:rsidRPr="00E93999" w14:paraId="0375B101" w14:textId="77777777" w:rsidTr="00106EC0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8143E36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BA37248" w14:textId="77777777" w:rsidR="00B37E52" w:rsidRPr="00E93999" w:rsidRDefault="00B37E52" w:rsidP="00106EC0">
            <w:pPr>
              <w:pStyle w:val="aa"/>
              <w:autoSpaceDE w:val="0"/>
              <w:autoSpaceDN w:val="0"/>
              <w:adjustRightInd w:val="0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  <w:kern w:val="0"/>
              </w:rPr>
              <w:t>從問題解析、模式識別、模式歸納與設計演算法解決問題的四大步驟，培養學生解決問題之運算思維能力。</w:t>
            </w:r>
          </w:p>
          <w:p w14:paraId="48643E19" w14:textId="77777777" w:rsidR="00B37E52" w:rsidRPr="00E93999" w:rsidRDefault="00B37E52" w:rsidP="00106EC0">
            <w:pPr>
              <w:pStyle w:val="aa"/>
              <w:autoSpaceDE w:val="0"/>
              <w:autoSpaceDN w:val="0"/>
              <w:adjustRightInd w:val="0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  <w:kern w:val="0"/>
              </w:rPr>
              <w:t>【問題解析】</w:t>
            </w:r>
          </w:p>
          <w:p w14:paraId="48AF2E5B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kern w:val="0"/>
                <w:szCs w:val="24"/>
              </w:rPr>
              <w:t>從問題情境中，讓學生理解每</w:t>
            </w:r>
            <w:proofErr w:type="gramStart"/>
            <w:r w:rsidRPr="00E93999">
              <w:rPr>
                <w:kern w:val="0"/>
                <w:szCs w:val="24"/>
              </w:rPr>
              <w:t>個</w:t>
            </w:r>
            <w:proofErr w:type="gramEnd"/>
            <w:r w:rsidRPr="00E93999">
              <w:rPr>
                <w:kern w:val="0"/>
                <w:szCs w:val="24"/>
              </w:rPr>
              <w:t>專題的情境，並從情境敘述中解析欲解決的問題。培養學生</w:t>
            </w:r>
            <w:r w:rsidRPr="00E93999">
              <w:rPr>
                <w:szCs w:val="24"/>
              </w:rPr>
              <w:t>將</w:t>
            </w: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應用在生活中問題解決，培養動手實作、</w:t>
            </w:r>
            <w:proofErr w:type="gramStart"/>
            <w:r w:rsidRPr="00E93999">
              <w:rPr>
                <w:szCs w:val="24"/>
              </w:rPr>
              <w:t>做中思的</w:t>
            </w:r>
            <w:proofErr w:type="gramEnd"/>
            <w:r w:rsidRPr="00E93999">
              <w:rPr>
                <w:szCs w:val="24"/>
              </w:rPr>
              <w:t>能力。</w:t>
            </w:r>
          </w:p>
          <w:p w14:paraId="03923AC5" w14:textId="77777777" w:rsidR="00B37E52" w:rsidRPr="00E93999" w:rsidRDefault="00B37E52" w:rsidP="00106EC0">
            <w:pPr>
              <w:pStyle w:val="aa"/>
              <w:autoSpaceDE w:val="0"/>
              <w:autoSpaceDN w:val="0"/>
              <w:adjustRightInd w:val="0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  <w:kern w:val="0"/>
              </w:rPr>
              <w:t>【模式識別】</w:t>
            </w:r>
          </w:p>
          <w:p w14:paraId="1BE545A6" w14:textId="77777777" w:rsidR="00B37E52" w:rsidRPr="00E93999" w:rsidRDefault="00B37E52" w:rsidP="00106EC0">
            <w:pPr>
              <w:pStyle w:val="aa"/>
              <w:autoSpaceDE w:val="0"/>
              <w:autoSpaceDN w:val="0"/>
              <w:adjustRightInd w:val="0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</w:t>
            </w:r>
            <w:r w:rsidRPr="00E93999">
              <w:rPr>
                <w:rFonts w:eastAsia="標楷體"/>
                <w:bCs/>
                <w:kern w:val="0"/>
              </w:rPr>
              <w:t>5x5 LED</w:t>
            </w:r>
            <w:r w:rsidRPr="00E93999">
              <w:rPr>
                <w:rFonts w:eastAsia="標楷體"/>
                <w:bCs/>
                <w:kern w:val="0"/>
              </w:rPr>
              <w:t>、</w:t>
            </w:r>
            <w:r w:rsidRPr="00E93999">
              <w:rPr>
                <w:rFonts w:eastAsia="標楷體"/>
              </w:rPr>
              <w:t>按鈕與</w:t>
            </w:r>
            <w:proofErr w:type="gramStart"/>
            <w:r w:rsidRPr="00E93999">
              <w:rPr>
                <w:rFonts w:eastAsia="標楷體"/>
              </w:rPr>
              <w:t>藍牙等組成</w:t>
            </w:r>
            <w:proofErr w:type="gramEnd"/>
            <w:r w:rsidRPr="00E93999">
              <w:rPr>
                <w:rFonts w:eastAsia="標楷體"/>
              </w:rPr>
              <w:t>元件，以及元件相關積木的運作原理。培養學生能夠善用科技知能以進行創造、設計、批判、邏輯、運算等思考。</w:t>
            </w:r>
          </w:p>
          <w:p w14:paraId="45ADBFFB" w14:textId="77777777" w:rsidR="00B37E52" w:rsidRPr="00E93999" w:rsidRDefault="00B37E52" w:rsidP="00106EC0">
            <w:pPr>
              <w:pStyle w:val="aa"/>
              <w:autoSpaceDE w:val="0"/>
              <w:autoSpaceDN w:val="0"/>
              <w:adjustRightInd w:val="0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  <w:kern w:val="0"/>
              </w:rPr>
              <w:t>【模式歸納】</w:t>
            </w:r>
          </w:p>
          <w:p w14:paraId="35AACF62" w14:textId="77777777" w:rsidR="00B37E52" w:rsidRPr="00E93999" w:rsidRDefault="00B37E52" w:rsidP="00106EC0">
            <w:pPr>
              <w:pStyle w:val="aa"/>
              <w:autoSpaceDE w:val="0"/>
              <w:autoSpaceDN w:val="0"/>
              <w:adjustRightInd w:val="0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  <w:kern w:val="0"/>
              </w:rPr>
              <w:t>將每</w:t>
            </w:r>
            <w:proofErr w:type="gramStart"/>
            <w:r w:rsidRPr="00E93999">
              <w:rPr>
                <w:rFonts w:eastAsia="標楷體"/>
                <w:kern w:val="0"/>
              </w:rPr>
              <w:t>個</w:t>
            </w:r>
            <w:proofErr w:type="gramEnd"/>
            <w:r w:rsidRPr="00E93999">
              <w:rPr>
                <w:rFonts w:eastAsia="標楷體"/>
                <w:kern w:val="0"/>
              </w:rPr>
              <w:t>專題相關的積木應用在</w:t>
            </w:r>
            <w:proofErr w:type="spellStart"/>
            <w:r w:rsidRPr="00E93999">
              <w:rPr>
                <w:rFonts w:eastAsia="標楷體"/>
                <w:kern w:val="0"/>
              </w:rPr>
              <w:t>Micro:bit</w:t>
            </w:r>
            <w:proofErr w:type="spellEnd"/>
            <w:r w:rsidRPr="00E93999">
              <w:rPr>
                <w:rFonts w:eastAsia="標楷體"/>
                <w:kern w:val="0"/>
              </w:rPr>
              <w:t>程式設計，並理解積木隱含的程式語言抽象概念。</w:t>
            </w:r>
            <w:r w:rsidRPr="00E93999">
              <w:rPr>
                <w:rFonts w:eastAsia="標楷體"/>
              </w:rPr>
              <w:t>培養學生利用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養成運算思維能力及結構化程式設計實作</w:t>
            </w:r>
          </w:p>
          <w:p w14:paraId="74E2BC37" w14:textId="77777777" w:rsidR="00B37E52" w:rsidRPr="00E93999" w:rsidRDefault="00B37E52" w:rsidP="00106EC0">
            <w:pPr>
              <w:pStyle w:val="aa"/>
              <w:autoSpaceDE w:val="0"/>
              <w:autoSpaceDN w:val="0"/>
              <w:adjustRightInd w:val="0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  <w:kern w:val="0"/>
              </w:rPr>
              <w:t>【設計演算法解決問題】</w:t>
            </w:r>
          </w:p>
          <w:p w14:paraId="395B6D1D" w14:textId="77777777" w:rsidR="00B37E52" w:rsidRPr="00E93999" w:rsidRDefault="00B37E52" w:rsidP="00106EC0">
            <w:pPr>
              <w:pStyle w:val="aa"/>
              <w:autoSpaceDE w:val="0"/>
              <w:autoSpaceDN w:val="0"/>
              <w:adjustRightInd w:val="0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讓學生動手實作設計程式，並展演發表作品，培養學生理解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運作原理、應用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運算工具之思維能力、分析問題、發展解題方法，並進行有效的決策，培養運算思維解析問題及問題解決能力與合作共創分享。</w:t>
            </w:r>
          </w:p>
        </w:tc>
      </w:tr>
      <w:tr w:rsidR="00B37E52" w:rsidRPr="00E93999" w14:paraId="671F3CE9" w14:textId="77777777" w:rsidTr="00106EC0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5142112" w14:textId="77777777" w:rsidR="00B37E52" w:rsidRPr="00E93999" w:rsidRDefault="00B37E52" w:rsidP="00106EC0">
            <w:pPr>
              <w:snapToGrid w:val="0"/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本教育階段</w:t>
            </w:r>
          </w:p>
          <w:p w14:paraId="004581BD" w14:textId="77777777" w:rsidR="00B37E52" w:rsidRPr="00E93999" w:rsidRDefault="00B37E52" w:rsidP="00106EC0">
            <w:pPr>
              <w:snapToGrid w:val="0"/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總綱核心素養</w:t>
            </w:r>
          </w:p>
          <w:p w14:paraId="058EED1B" w14:textId="77777777" w:rsidR="00B37E52" w:rsidRPr="00E93999" w:rsidRDefault="00B37E52" w:rsidP="00106EC0">
            <w:pPr>
              <w:snapToGrid w:val="0"/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72AD630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E-A2 </w:t>
            </w:r>
            <w:r w:rsidRPr="00E93999">
              <w:rPr>
                <w:szCs w:val="24"/>
              </w:rPr>
              <w:t>具備探索問題的思考能力，並透過體驗與實踐處理日常生活問題。</w:t>
            </w:r>
          </w:p>
          <w:p w14:paraId="2167CC30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E-A3 </w:t>
            </w:r>
            <w:r w:rsidRPr="00E93999">
              <w:rPr>
                <w:szCs w:val="24"/>
              </w:rPr>
              <w:t>具備擬定計畫與實作的能力，並以創新思考方式，因應日常生活情境。</w:t>
            </w:r>
          </w:p>
          <w:p w14:paraId="26110B7B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E-B2 </w:t>
            </w:r>
            <w:r w:rsidRPr="00E93999">
              <w:rPr>
                <w:szCs w:val="24"/>
              </w:rPr>
              <w:t>具備科技與資訊應用的基本素養，並理解各類媒體內容的意義與影響。</w:t>
            </w:r>
          </w:p>
          <w:p w14:paraId="76F23071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E-B3 </w:t>
            </w:r>
            <w:r w:rsidRPr="00E93999">
              <w:rPr>
                <w:szCs w:val="24"/>
              </w:rPr>
              <w:t>具備藝術創作與欣賞的基本素養，促進多元感官的發展，培養生活環境的美感體驗。</w:t>
            </w:r>
          </w:p>
          <w:p w14:paraId="4439592F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lastRenderedPageBreak/>
              <w:t xml:space="preserve">E-C2 </w:t>
            </w:r>
            <w:r w:rsidRPr="00E93999">
              <w:rPr>
                <w:szCs w:val="24"/>
              </w:rPr>
              <w:t>具備理解他人感受，樂於與人互動，並與團隊成員合作之素養。</w:t>
            </w:r>
          </w:p>
        </w:tc>
      </w:tr>
      <w:tr w:rsidR="00B37E52" w:rsidRPr="00E93999" w14:paraId="5DC7550A" w14:textId="77777777" w:rsidTr="00106EC0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4709282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lastRenderedPageBreak/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B1533A" w14:textId="77777777" w:rsidR="00B37E52" w:rsidRPr="00E93999" w:rsidRDefault="00B37E52" w:rsidP="00B37E52">
            <w:pPr>
              <w:pStyle w:val="aa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運作原理、應用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運算工具之思維能力、分析問題、發展解題方法，並進行有效的決策，培養運算思維解析問題與問題解決能力，</w:t>
            </w:r>
          </w:p>
          <w:p w14:paraId="76D2B547" w14:textId="77777777" w:rsidR="00B37E52" w:rsidRPr="00E93999" w:rsidRDefault="00B37E52" w:rsidP="00B37E52">
            <w:pPr>
              <w:pStyle w:val="aa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能利用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資訊科技表達想法並與他人溝通互動。</w:t>
            </w:r>
          </w:p>
          <w:p w14:paraId="0C816380" w14:textId="77777777" w:rsidR="00B37E52" w:rsidRPr="00E93999" w:rsidRDefault="00B37E52" w:rsidP="00B37E52">
            <w:pPr>
              <w:pStyle w:val="aa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資訊科技的基本組成架構與運算原理。</w:t>
            </w:r>
          </w:p>
          <w:p w14:paraId="5AD2DEF8" w14:textId="77777777" w:rsidR="00B37E52" w:rsidRPr="00E93999" w:rsidRDefault="00B37E52" w:rsidP="00B37E52">
            <w:pPr>
              <w:pStyle w:val="aa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能利用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培養運算思維能力及結構化程式設計實作。</w:t>
            </w:r>
          </w:p>
          <w:p w14:paraId="66C0B625" w14:textId="77777777" w:rsidR="00B37E52" w:rsidRPr="00E93999" w:rsidRDefault="00B37E52" w:rsidP="00B37E52">
            <w:pPr>
              <w:pStyle w:val="aa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能將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應用在生活中問題解決，培養科技知識與產品使用的技能。</w:t>
            </w:r>
          </w:p>
          <w:p w14:paraId="0A18926B" w14:textId="77777777" w:rsidR="00B37E52" w:rsidRPr="00E93999" w:rsidRDefault="00B37E52" w:rsidP="00B37E52">
            <w:pPr>
              <w:pStyle w:val="aa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能夠習得科技的基本知識與技能並培養正確的觀念、態度及工作習慣，養成資訊社會應有的態度與責任。</w:t>
            </w:r>
          </w:p>
          <w:p w14:paraId="6BB5D8B4" w14:textId="77777777" w:rsidR="00B37E52" w:rsidRPr="00E93999" w:rsidRDefault="00B37E52" w:rsidP="00B37E52">
            <w:pPr>
              <w:pStyle w:val="aa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能夠善用科技知能以進行創造、設計、批判、邏輯、運算等思考。</w:t>
            </w:r>
            <w:r w:rsidRPr="00E93999">
              <w:rPr>
                <w:rFonts w:eastAsia="標楷體"/>
              </w:rPr>
              <w:t xml:space="preserve"> </w:t>
            </w:r>
          </w:p>
          <w:p w14:paraId="3A475652" w14:textId="77777777" w:rsidR="00B37E52" w:rsidRPr="00E93999" w:rsidRDefault="00B37E52" w:rsidP="00B37E52">
            <w:pPr>
              <w:pStyle w:val="aa"/>
              <w:numPr>
                <w:ilvl w:val="0"/>
                <w:numId w:val="2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能夠整合理論與實務以解決問題，預備生活與職</w:t>
            </w:r>
            <w:proofErr w:type="gramStart"/>
            <w:r w:rsidRPr="00E93999">
              <w:rPr>
                <w:rFonts w:eastAsia="標楷體"/>
              </w:rPr>
              <w:t>涯</w:t>
            </w:r>
            <w:proofErr w:type="gramEnd"/>
            <w:r w:rsidRPr="00E93999">
              <w:rPr>
                <w:rFonts w:eastAsia="標楷體"/>
              </w:rPr>
              <w:t>知能。</w:t>
            </w:r>
          </w:p>
        </w:tc>
      </w:tr>
      <w:tr w:rsidR="00B37E52" w:rsidRPr="00E93999" w14:paraId="15DD686C" w14:textId="77777777" w:rsidTr="00106EC0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31644E3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85D93A7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□</w:t>
            </w:r>
            <w:r w:rsidRPr="00E93999">
              <w:rPr>
                <w:szCs w:val="24"/>
              </w:rPr>
              <w:t>國語文</w:t>
            </w:r>
            <w:r w:rsidRPr="00E93999">
              <w:rPr>
                <w:szCs w:val="24"/>
              </w:rPr>
              <w:t xml:space="preserve">  □</w:t>
            </w:r>
            <w:r w:rsidRPr="00E93999">
              <w:rPr>
                <w:szCs w:val="24"/>
              </w:rPr>
              <w:t>英語文</w:t>
            </w:r>
            <w:r w:rsidRPr="00E93999">
              <w:rPr>
                <w:szCs w:val="24"/>
              </w:rPr>
              <w:t xml:space="preserve"> </w:t>
            </w:r>
            <w:r w:rsidRPr="00E93999">
              <w:rPr>
                <w:color w:val="FF0000"/>
                <w:szCs w:val="24"/>
              </w:rPr>
              <w:t xml:space="preserve"> □</w:t>
            </w:r>
            <w:r w:rsidRPr="00E93999">
              <w:rPr>
                <w:color w:val="FF0000"/>
                <w:szCs w:val="24"/>
              </w:rPr>
              <w:t>英語文融入參考指引</w:t>
            </w:r>
            <w:r w:rsidRPr="00E93999">
              <w:rPr>
                <w:szCs w:val="24"/>
              </w:rPr>
              <w:t xml:space="preserve"> □</w:t>
            </w:r>
            <w:r w:rsidRPr="00E93999">
              <w:rPr>
                <w:szCs w:val="24"/>
              </w:rPr>
              <w:t>本土語</w:t>
            </w:r>
          </w:p>
          <w:p w14:paraId="48F649AE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□</w:t>
            </w:r>
            <w:r w:rsidRPr="00E93999">
              <w:rPr>
                <w:szCs w:val="24"/>
              </w:rPr>
              <w:t>數學</w:t>
            </w:r>
            <w:r w:rsidRPr="00E93999">
              <w:rPr>
                <w:szCs w:val="24"/>
              </w:rPr>
              <w:t xml:space="preserve">    □</w:t>
            </w:r>
            <w:r w:rsidRPr="00E93999">
              <w:rPr>
                <w:szCs w:val="24"/>
              </w:rPr>
              <w:t>社會</w:t>
            </w:r>
            <w:r w:rsidRPr="00E93999">
              <w:rPr>
                <w:szCs w:val="24"/>
              </w:rPr>
              <w:t xml:space="preserve">    □</w:t>
            </w:r>
            <w:r w:rsidRPr="00E93999">
              <w:rPr>
                <w:szCs w:val="24"/>
              </w:rPr>
              <w:t>自然科學</w:t>
            </w:r>
            <w:r w:rsidRPr="00E93999">
              <w:rPr>
                <w:szCs w:val="24"/>
              </w:rPr>
              <w:t xml:space="preserve">  □</w:t>
            </w:r>
            <w:r w:rsidRPr="00E93999">
              <w:rPr>
                <w:szCs w:val="24"/>
              </w:rPr>
              <w:t>藝術</w:t>
            </w:r>
            <w:r w:rsidRPr="00E93999">
              <w:rPr>
                <w:szCs w:val="24"/>
              </w:rPr>
              <w:t xml:space="preserve">   □</w:t>
            </w:r>
            <w:r w:rsidRPr="00E93999">
              <w:rPr>
                <w:szCs w:val="24"/>
              </w:rPr>
              <w:t>綜合活動</w:t>
            </w:r>
          </w:p>
          <w:p w14:paraId="2B757426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□</w:t>
            </w:r>
            <w:r w:rsidRPr="00E93999">
              <w:rPr>
                <w:szCs w:val="24"/>
              </w:rPr>
              <w:t>健康與體育</w:t>
            </w:r>
            <w:r w:rsidRPr="00E93999">
              <w:rPr>
                <w:szCs w:val="24"/>
              </w:rPr>
              <w:t xml:space="preserve">   □</w:t>
            </w:r>
            <w:r w:rsidRPr="00E93999">
              <w:rPr>
                <w:szCs w:val="24"/>
              </w:rPr>
              <w:t>生活課程</w:t>
            </w:r>
            <w:r w:rsidRPr="00E93999">
              <w:rPr>
                <w:szCs w:val="24"/>
              </w:rPr>
              <w:t xml:space="preserve">   □</w:t>
            </w:r>
            <w:r w:rsidRPr="00E93999">
              <w:rPr>
                <w:szCs w:val="24"/>
              </w:rPr>
              <w:t>科技</w:t>
            </w:r>
            <w:r w:rsidRPr="00E93999">
              <w:rPr>
                <w:szCs w:val="24"/>
              </w:rPr>
              <w:t xml:space="preserve">  ■</w:t>
            </w:r>
            <w:r w:rsidRPr="00E93999">
              <w:rPr>
                <w:color w:val="FF0000"/>
                <w:szCs w:val="24"/>
              </w:rPr>
              <w:t>科技融入參考指引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3F5AAC6" w14:textId="77777777" w:rsidR="00B37E52" w:rsidRPr="00E93999" w:rsidRDefault="00B37E52" w:rsidP="00106EC0">
            <w:pPr>
              <w:snapToGrid w:val="0"/>
              <w:rPr>
                <w:szCs w:val="24"/>
              </w:rPr>
            </w:pPr>
            <w:r w:rsidRPr="00E93999">
              <w:rPr>
                <w:szCs w:val="24"/>
              </w:rPr>
              <w:t>■</w:t>
            </w:r>
            <w:r w:rsidRPr="00E93999">
              <w:rPr>
                <w:szCs w:val="24"/>
              </w:rPr>
              <w:t>性別平等教育</w:t>
            </w:r>
            <w:r w:rsidRPr="00E93999">
              <w:rPr>
                <w:szCs w:val="24"/>
              </w:rPr>
              <w:t xml:space="preserve"> □</w:t>
            </w:r>
            <w:r w:rsidRPr="00E93999">
              <w:rPr>
                <w:szCs w:val="24"/>
              </w:rPr>
              <w:t>人權教育</w:t>
            </w:r>
            <w:r w:rsidRPr="00E93999">
              <w:rPr>
                <w:szCs w:val="24"/>
              </w:rPr>
              <w:t xml:space="preserve"> ■</w:t>
            </w:r>
            <w:r w:rsidRPr="00E93999">
              <w:rPr>
                <w:szCs w:val="24"/>
              </w:rPr>
              <w:t>環境教育</w:t>
            </w:r>
            <w:r w:rsidRPr="00E93999">
              <w:rPr>
                <w:szCs w:val="24"/>
              </w:rPr>
              <w:t xml:space="preserve">  □</w:t>
            </w:r>
            <w:r w:rsidRPr="00E93999">
              <w:rPr>
                <w:szCs w:val="24"/>
              </w:rPr>
              <w:t>海洋教育</w:t>
            </w:r>
            <w:r w:rsidRPr="00E93999">
              <w:rPr>
                <w:szCs w:val="24"/>
              </w:rPr>
              <w:t xml:space="preserve">  □</w:t>
            </w:r>
            <w:r w:rsidRPr="00E93999">
              <w:rPr>
                <w:szCs w:val="24"/>
              </w:rPr>
              <w:t>品德教育</w:t>
            </w:r>
          </w:p>
          <w:p w14:paraId="12A54706" w14:textId="77777777" w:rsidR="00B37E52" w:rsidRPr="00E93999" w:rsidRDefault="00B37E52" w:rsidP="00106EC0">
            <w:pPr>
              <w:snapToGrid w:val="0"/>
              <w:rPr>
                <w:szCs w:val="24"/>
              </w:rPr>
            </w:pPr>
            <w:r w:rsidRPr="00E93999">
              <w:rPr>
                <w:szCs w:val="24"/>
              </w:rPr>
              <w:t>□</w:t>
            </w:r>
            <w:r w:rsidRPr="00E93999">
              <w:rPr>
                <w:szCs w:val="24"/>
              </w:rPr>
              <w:t>生命教育</w:t>
            </w:r>
            <w:r w:rsidRPr="00E93999">
              <w:rPr>
                <w:szCs w:val="24"/>
              </w:rPr>
              <w:t xml:space="preserve">     ■</w:t>
            </w:r>
            <w:r w:rsidRPr="00E93999">
              <w:rPr>
                <w:szCs w:val="24"/>
              </w:rPr>
              <w:t>法治教育</w:t>
            </w:r>
            <w:r w:rsidRPr="00E93999">
              <w:rPr>
                <w:szCs w:val="24"/>
              </w:rPr>
              <w:t xml:space="preserve"> □</w:t>
            </w:r>
            <w:r w:rsidRPr="00E93999">
              <w:rPr>
                <w:szCs w:val="24"/>
              </w:rPr>
              <w:t>科技教育</w:t>
            </w:r>
            <w:r w:rsidRPr="00E93999">
              <w:rPr>
                <w:szCs w:val="24"/>
              </w:rPr>
              <w:t xml:space="preserve">  ■</w:t>
            </w:r>
            <w:r w:rsidRPr="00E93999">
              <w:rPr>
                <w:szCs w:val="24"/>
              </w:rPr>
              <w:t>資訊教育</w:t>
            </w:r>
            <w:r w:rsidRPr="00E93999">
              <w:rPr>
                <w:szCs w:val="24"/>
              </w:rPr>
              <w:t xml:space="preserve">  □</w:t>
            </w:r>
            <w:r w:rsidRPr="00E93999">
              <w:rPr>
                <w:szCs w:val="24"/>
              </w:rPr>
              <w:t>能源教育</w:t>
            </w:r>
          </w:p>
          <w:p w14:paraId="69A26387" w14:textId="77777777" w:rsidR="00B37E52" w:rsidRPr="00E93999" w:rsidRDefault="00B37E52" w:rsidP="00106EC0">
            <w:pPr>
              <w:snapToGrid w:val="0"/>
              <w:rPr>
                <w:szCs w:val="24"/>
              </w:rPr>
            </w:pPr>
            <w:r w:rsidRPr="00E93999">
              <w:rPr>
                <w:szCs w:val="24"/>
              </w:rPr>
              <w:t>□</w:t>
            </w:r>
            <w:r w:rsidRPr="00E93999">
              <w:rPr>
                <w:szCs w:val="24"/>
              </w:rPr>
              <w:t>安全教育</w:t>
            </w:r>
            <w:r w:rsidRPr="00E93999">
              <w:rPr>
                <w:szCs w:val="24"/>
              </w:rPr>
              <w:t xml:space="preserve">     □</w:t>
            </w:r>
            <w:r w:rsidRPr="00E93999">
              <w:rPr>
                <w:szCs w:val="24"/>
              </w:rPr>
              <w:t>防災教育</w:t>
            </w:r>
            <w:r w:rsidRPr="00E93999">
              <w:rPr>
                <w:szCs w:val="24"/>
              </w:rPr>
              <w:t xml:space="preserve"> □</w:t>
            </w:r>
            <w:r w:rsidRPr="00E93999">
              <w:rPr>
                <w:szCs w:val="24"/>
              </w:rPr>
              <w:t>閱讀素養</w:t>
            </w:r>
            <w:r w:rsidRPr="00E93999">
              <w:rPr>
                <w:szCs w:val="24"/>
              </w:rPr>
              <w:t xml:space="preserve">  □</w:t>
            </w:r>
            <w:r w:rsidRPr="00E93999">
              <w:rPr>
                <w:szCs w:val="24"/>
              </w:rPr>
              <w:t>多元文化教育</w:t>
            </w:r>
          </w:p>
          <w:p w14:paraId="15D134A5" w14:textId="77777777" w:rsidR="00B37E52" w:rsidRPr="00E93999" w:rsidRDefault="00B37E52" w:rsidP="00106EC0">
            <w:pPr>
              <w:snapToGrid w:val="0"/>
              <w:rPr>
                <w:szCs w:val="24"/>
              </w:rPr>
            </w:pPr>
            <w:r w:rsidRPr="00E93999">
              <w:rPr>
                <w:szCs w:val="24"/>
              </w:rPr>
              <w:t>□</w:t>
            </w:r>
            <w:r w:rsidRPr="00E93999">
              <w:rPr>
                <w:szCs w:val="24"/>
              </w:rPr>
              <w:t>生涯規劃教育</w:t>
            </w:r>
            <w:r w:rsidRPr="00E93999">
              <w:rPr>
                <w:szCs w:val="24"/>
              </w:rPr>
              <w:t xml:space="preserve"> □</w:t>
            </w:r>
            <w:r w:rsidRPr="00E93999">
              <w:rPr>
                <w:szCs w:val="24"/>
              </w:rPr>
              <w:t>家庭教育</w:t>
            </w:r>
            <w:r w:rsidRPr="00E93999">
              <w:rPr>
                <w:szCs w:val="24"/>
              </w:rPr>
              <w:t xml:space="preserve"> □</w:t>
            </w:r>
            <w:r w:rsidRPr="00E93999">
              <w:rPr>
                <w:szCs w:val="24"/>
              </w:rPr>
              <w:t>原住民教育</w:t>
            </w:r>
            <w:r w:rsidRPr="00E93999">
              <w:rPr>
                <w:szCs w:val="24"/>
              </w:rPr>
              <w:t>□</w:t>
            </w:r>
            <w:r w:rsidRPr="00E93999">
              <w:rPr>
                <w:szCs w:val="24"/>
              </w:rPr>
              <w:t>戶外教育</w:t>
            </w:r>
            <w:r w:rsidRPr="00E93999">
              <w:rPr>
                <w:szCs w:val="24"/>
              </w:rPr>
              <w:t xml:space="preserve">  ■</w:t>
            </w:r>
            <w:r w:rsidRPr="00E93999">
              <w:rPr>
                <w:szCs w:val="24"/>
              </w:rPr>
              <w:t>國際教育</w:t>
            </w:r>
            <w:r w:rsidRPr="00E93999">
              <w:rPr>
                <w:szCs w:val="24"/>
              </w:rPr>
              <w:t xml:space="preserve">     </w:t>
            </w:r>
          </w:p>
        </w:tc>
      </w:tr>
      <w:tr w:rsidR="00B37E52" w:rsidRPr="00E93999" w14:paraId="3ED098F1" w14:textId="77777777" w:rsidTr="00106EC0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9FBBFD6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9FB7551" w14:textId="77777777" w:rsidR="00B37E52" w:rsidRPr="00E93999" w:rsidRDefault="00B37E52" w:rsidP="00106EC0">
            <w:pPr>
              <w:rPr>
                <w:szCs w:val="24"/>
              </w:rPr>
            </w:pPr>
          </w:p>
        </w:tc>
      </w:tr>
      <w:tr w:rsidR="00B37E52" w:rsidRPr="00E93999" w14:paraId="776A0535" w14:textId="77777777" w:rsidTr="00106EC0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63881A68" w14:textId="77777777" w:rsidR="00B37E52" w:rsidRPr="00E93999" w:rsidRDefault="00B37E52" w:rsidP="00106EC0">
            <w:pPr>
              <w:snapToGrid w:val="0"/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課程架構脈絡</w:t>
            </w:r>
          </w:p>
        </w:tc>
      </w:tr>
      <w:tr w:rsidR="00B37E52" w:rsidRPr="00E93999" w14:paraId="75A48133" w14:textId="77777777" w:rsidTr="00106EC0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956C501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D08FDA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節數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C2B8BE3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單元與活動名稱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A280AB" w14:textId="77777777" w:rsidR="00B37E52" w:rsidRPr="00E93999" w:rsidRDefault="00B37E52" w:rsidP="00106EC0">
            <w:pPr>
              <w:snapToGrid w:val="0"/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學習表現</w:t>
            </w:r>
          </w:p>
          <w:p w14:paraId="3E2F0E0B" w14:textId="77777777" w:rsidR="00B37E52" w:rsidRPr="00E93999" w:rsidRDefault="00B37E52" w:rsidP="00106EC0">
            <w:pPr>
              <w:snapToGrid w:val="0"/>
              <w:jc w:val="center"/>
              <w:rPr>
                <w:color w:val="FF0000"/>
                <w:szCs w:val="24"/>
              </w:rPr>
            </w:pPr>
            <w:r w:rsidRPr="00E93999">
              <w:rPr>
                <w:color w:val="FF0000"/>
                <w:szCs w:val="24"/>
              </w:rPr>
              <w:t>校訂或相關領域與</w:t>
            </w:r>
          </w:p>
          <w:p w14:paraId="2E3A8162" w14:textId="77777777" w:rsidR="00B37E52" w:rsidRPr="00E93999" w:rsidRDefault="00B37E52" w:rsidP="00106EC0">
            <w:pPr>
              <w:snapToGrid w:val="0"/>
              <w:jc w:val="center"/>
              <w:rPr>
                <w:color w:val="FF0000"/>
                <w:szCs w:val="24"/>
              </w:rPr>
            </w:pPr>
            <w:r w:rsidRPr="00E93999">
              <w:rPr>
                <w:color w:val="FF0000"/>
                <w:szCs w:val="24"/>
              </w:rPr>
              <w:t>參考指引或</w:t>
            </w:r>
          </w:p>
          <w:p w14:paraId="158247B9" w14:textId="77777777" w:rsidR="00B37E52" w:rsidRPr="00E93999" w:rsidRDefault="00B37E52" w:rsidP="00106EC0">
            <w:pPr>
              <w:snapToGrid w:val="0"/>
              <w:jc w:val="center"/>
              <w:rPr>
                <w:szCs w:val="24"/>
              </w:rPr>
            </w:pPr>
            <w:r w:rsidRPr="00E93999">
              <w:rPr>
                <w:color w:val="FF0000"/>
                <w:szCs w:val="24"/>
              </w:rPr>
              <w:t>議題實質內涵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20643BF" w14:textId="77777777" w:rsidR="00B37E52" w:rsidRPr="00E93999" w:rsidRDefault="00B37E52" w:rsidP="00106EC0">
            <w:pPr>
              <w:snapToGrid w:val="0"/>
              <w:jc w:val="center"/>
              <w:rPr>
                <w:color w:val="FF0000"/>
                <w:szCs w:val="24"/>
              </w:rPr>
            </w:pPr>
            <w:r w:rsidRPr="00E93999">
              <w:rPr>
                <w:color w:val="FF0000"/>
                <w:szCs w:val="24"/>
              </w:rPr>
              <w:t>學習內容</w:t>
            </w:r>
            <w:r w:rsidRPr="00E93999">
              <w:rPr>
                <w:color w:val="FF0000"/>
                <w:szCs w:val="24"/>
              </w:rPr>
              <w:t>(</w:t>
            </w:r>
            <w:r w:rsidRPr="00E93999">
              <w:rPr>
                <w:color w:val="FF0000"/>
                <w:szCs w:val="24"/>
              </w:rPr>
              <w:t>校訂</w:t>
            </w:r>
            <w:r w:rsidRPr="00E93999">
              <w:rPr>
                <w:color w:val="FF0000"/>
                <w:szCs w:val="24"/>
              </w:rPr>
              <w:t>)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61D16E" w14:textId="77777777" w:rsidR="00B37E52" w:rsidRPr="00E93999" w:rsidRDefault="00B37E52" w:rsidP="00106EC0">
            <w:pPr>
              <w:jc w:val="center"/>
              <w:rPr>
                <w:color w:val="FF0000"/>
                <w:szCs w:val="24"/>
              </w:rPr>
            </w:pPr>
            <w:r w:rsidRPr="00E93999">
              <w:rPr>
                <w:color w:val="FF0000"/>
                <w:szCs w:val="24"/>
              </w:rPr>
              <w:t>學習目標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14AC10AD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學習活動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8087AAA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8569FFA" w14:textId="77777777" w:rsidR="00B37E52" w:rsidRPr="00E93999" w:rsidRDefault="00B37E52" w:rsidP="00106EC0">
            <w:pPr>
              <w:snapToGrid w:val="0"/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自編自選教材</w:t>
            </w:r>
          </w:p>
          <w:p w14:paraId="5E4419F4" w14:textId="77777777" w:rsidR="00B37E52" w:rsidRPr="00E93999" w:rsidRDefault="00B37E52" w:rsidP="00106EC0">
            <w:pPr>
              <w:snapToGrid w:val="0"/>
              <w:jc w:val="center"/>
              <w:rPr>
                <w:szCs w:val="24"/>
              </w:rPr>
            </w:pPr>
            <w:r w:rsidRPr="00E93999">
              <w:rPr>
                <w:color w:val="FF0000"/>
                <w:szCs w:val="24"/>
              </w:rPr>
              <w:t>或</w:t>
            </w:r>
            <w:r w:rsidRPr="00E93999">
              <w:rPr>
                <w:szCs w:val="24"/>
              </w:rPr>
              <w:t>學習單</w:t>
            </w:r>
          </w:p>
        </w:tc>
      </w:tr>
      <w:tr w:rsidR="00B37E52" w:rsidRPr="00E93999" w14:paraId="3C3B4149" w14:textId="77777777" w:rsidTr="00106EC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42FD8062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1232F703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483AE589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Chapter 1micro:bit </w:t>
            </w:r>
            <w:r w:rsidRPr="00E93999">
              <w:rPr>
                <w:szCs w:val="24"/>
              </w:rPr>
              <w:t>簡介</w:t>
            </w:r>
            <w:r w:rsidRPr="00E93999">
              <w:rPr>
                <w:szCs w:val="24"/>
              </w:rPr>
              <w:t xml:space="preserve"> </w:t>
            </w:r>
          </w:p>
          <w:p w14:paraId="1684A27F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95AA0EC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t-III-1</w:t>
            </w:r>
            <w:r w:rsidRPr="00E93999">
              <w:rPr>
                <w:szCs w:val="24"/>
              </w:rPr>
              <w:t>能認識常見的資訊系統。</w:t>
            </w:r>
            <w:r w:rsidRPr="00E93999">
              <w:rPr>
                <w:szCs w:val="24"/>
              </w:rPr>
              <w:t xml:space="preserve"> </w:t>
            </w:r>
          </w:p>
          <w:p w14:paraId="24DC862E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p-III-4</w:t>
            </w:r>
            <w:r w:rsidRPr="00E93999">
              <w:rPr>
                <w:szCs w:val="24"/>
              </w:rPr>
              <w:t>能利用資訊科技分享學習資源與心得。</w:t>
            </w:r>
          </w:p>
          <w:p w14:paraId="3B1463B6" w14:textId="77777777" w:rsidR="00B37E52" w:rsidRPr="00E93999" w:rsidRDefault="00B37E52" w:rsidP="00106EC0">
            <w:pPr>
              <w:jc w:val="both"/>
              <w:rPr>
                <w:color w:val="7030A0"/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a-III-3</w:t>
            </w:r>
            <w:r w:rsidRPr="00E93999">
              <w:rPr>
                <w:szCs w:val="24"/>
              </w:rPr>
              <w:t>能了解</w:t>
            </w:r>
            <w:r w:rsidRPr="00E93999">
              <w:rPr>
                <w:szCs w:val="24"/>
              </w:rPr>
              <w:lastRenderedPageBreak/>
              <w:t>並遵守資訊倫理與使用資訊科技的相關規範。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841FE28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lastRenderedPageBreak/>
              <w:t xml:space="preserve">1-1 </w:t>
            </w: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簡介</w:t>
            </w:r>
          </w:p>
          <w:p w14:paraId="36C0117C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1-2 </w:t>
            </w: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程式語言的類型</w:t>
            </w:r>
            <w:r w:rsidRPr="00E93999">
              <w:rPr>
                <w:szCs w:val="24"/>
              </w:rPr>
              <w:t xml:space="preserve"> 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16B8A6F" w14:textId="77777777" w:rsidR="00B37E52" w:rsidRPr="00E93999" w:rsidRDefault="00B37E52" w:rsidP="00B37E52">
            <w:pPr>
              <w:pStyle w:val="aa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  <w:bCs/>
                <w:kern w:val="0"/>
              </w:rPr>
              <w:t>組成元件。</w:t>
            </w:r>
          </w:p>
          <w:p w14:paraId="15AA6346" w14:textId="77777777" w:rsidR="00B37E52" w:rsidRPr="00E93999" w:rsidRDefault="00B37E52" w:rsidP="00B37E52">
            <w:pPr>
              <w:pStyle w:val="aa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能夠利用手機或電腦設計程式下載程式到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執行結果。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4AF2895" w14:textId="77777777" w:rsidR="00B37E52" w:rsidRPr="00E93999" w:rsidRDefault="00B37E52" w:rsidP="00106EC0">
            <w:pPr>
              <w:rPr>
                <w:szCs w:val="24"/>
              </w:rPr>
            </w:pP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連線</w:t>
            </w:r>
            <w:r w:rsidRPr="00E93999">
              <w:rPr>
                <w:szCs w:val="24"/>
              </w:rPr>
              <w:t xml:space="preserve"> </w:t>
            </w:r>
          </w:p>
          <w:p w14:paraId="0EB4AB4B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認識程式語言的類型</w:t>
            </w:r>
            <w:r w:rsidRPr="00E93999">
              <w:rPr>
                <w:szCs w:val="24"/>
              </w:rPr>
              <w:t xml:space="preserve"> </w:t>
            </w:r>
          </w:p>
          <w:p w14:paraId="441C1F3B" w14:textId="77777777" w:rsidR="00B37E52" w:rsidRPr="00E93999" w:rsidRDefault="00B37E52" w:rsidP="00106EC0">
            <w:pPr>
              <w:spacing w:line="320" w:lineRule="exact"/>
              <w:rPr>
                <w:szCs w:val="24"/>
              </w:rPr>
            </w:pPr>
            <w:r w:rsidRPr="00E93999">
              <w:rPr>
                <w:szCs w:val="24"/>
              </w:rPr>
              <w:t>以電腦或手機設計</w:t>
            </w: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程式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05E7031D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0A6F1980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學習歷程檔案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331EC2F" w14:textId="77777777" w:rsidR="00B37E52" w:rsidRPr="00E93999" w:rsidRDefault="00B37E52" w:rsidP="00B37E52">
            <w:pPr>
              <w:pStyle w:val="aa"/>
              <w:numPr>
                <w:ilvl w:val="0"/>
                <w:numId w:val="20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0D3EB91E" w14:textId="77777777" w:rsidR="00B37E52" w:rsidRPr="00E93999" w:rsidRDefault="00B37E52" w:rsidP="00B37E52">
            <w:pPr>
              <w:pStyle w:val="aa"/>
              <w:numPr>
                <w:ilvl w:val="0"/>
                <w:numId w:val="20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</w:t>
            </w:r>
            <w:r w:rsidRPr="00E93999">
              <w:rPr>
                <w:rFonts w:eastAsia="標楷體"/>
              </w:rPr>
              <w:lastRenderedPageBreak/>
              <w:t>媒體影音</w:t>
            </w:r>
          </w:p>
          <w:p w14:paraId="3A5078E8" w14:textId="77777777" w:rsidR="00B37E52" w:rsidRPr="00E93999" w:rsidRDefault="00B37E52" w:rsidP="00B37E52">
            <w:pPr>
              <w:pStyle w:val="aa"/>
              <w:numPr>
                <w:ilvl w:val="0"/>
                <w:numId w:val="20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B37E52" w:rsidRPr="00E93999" w14:paraId="732E0F2C" w14:textId="77777777" w:rsidTr="00106EC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484461AA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lastRenderedPageBreak/>
              <w:t>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02638FED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4095306B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Chapter 2</w:t>
            </w:r>
            <w:r w:rsidRPr="00E93999">
              <w:rPr>
                <w:szCs w:val="24"/>
              </w:rPr>
              <w:t>多元啟動</w:t>
            </w:r>
            <w:r w:rsidRPr="00E93999">
              <w:rPr>
                <w:szCs w:val="24"/>
              </w:rPr>
              <w:t xml:space="preserve"> LED -</w:t>
            </w:r>
            <w:r w:rsidRPr="00E93999">
              <w:rPr>
                <w:szCs w:val="24"/>
              </w:rPr>
              <w:t>按鈕、觸摸與</w:t>
            </w:r>
            <w:r w:rsidRPr="00E93999">
              <w:rPr>
                <w:szCs w:val="24"/>
              </w:rPr>
              <w:t xml:space="preserve">LED </w:t>
            </w:r>
          </w:p>
          <w:p w14:paraId="366F50FD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782DBC4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t-III-2</w:t>
            </w:r>
            <w:r w:rsidRPr="00E93999">
              <w:rPr>
                <w:szCs w:val="24"/>
              </w:rPr>
              <w:t>能使用資訊科技解決生活中簡單的問題。</w:t>
            </w:r>
          </w:p>
          <w:p w14:paraId="2235D096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a-III-1</w:t>
            </w:r>
            <w:r w:rsidRPr="00E93999">
              <w:rPr>
                <w:szCs w:val="24"/>
              </w:rPr>
              <w:t>能了解資訊科技於日常生活之重要性。</w:t>
            </w:r>
          </w:p>
          <w:p w14:paraId="058FD0EE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94EE40B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2-1 </w:t>
            </w: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積木形狀與顏色</w:t>
            </w:r>
            <w:r w:rsidRPr="00E93999">
              <w:rPr>
                <w:szCs w:val="24"/>
              </w:rPr>
              <w:t xml:space="preserve"> </w:t>
            </w:r>
          </w:p>
          <w:p w14:paraId="628F72EE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2-2 </w:t>
            </w:r>
            <w:r w:rsidRPr="00E93999">
              <w:rPr>
                <w:szCs w:val="24"/>
              </w:rPr>
              <w:t>多元啟動</w:t>
            </w:r>
            <w:r w:rsidRPr="00E93999">
              <w:rPr>
                <w:szCs w:val="24"/>
              </w:rPr>
              <w:t xml:space="preserve"> LED</w:t>
            </w:r>
            <w:r w:rsidRPr="00E93999">
              <w:rPr>
                <w:szCs w:val="24"/>
              </w:rPr>
              <w:t>專題規劃</w:t>
            </w:r>
            <w:r w:rsidRPr="00E93999">
              <w:rPr>
                <w:szCs w:val="24"/>
              </w:rPr>
              <w:t xml:space="preserve"> </w:t>
            </w:r>
          </w:p>
          <w:p w14:paraId="3438F4E5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2-3 </w:t>
            </w:r>
            <w:r w:rsidRPr="00E93999">
              <w:rPr>
                <w:szCs w:val="24"/>
              </w:rPr>
              <w:t>多元啟動</w:t>
            </w:r>
            <w:r w:rsidRPr="00E93999">
              <w:rPr>
                <w:szCs w:val="24"/>
              </w:rPr>
              <w:t xml:space="preserve"> LED Blocks </w:t>
            </w:r>
          </w:p>
          <w:p w14:paraId="0817C644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2-4 </w:t>
            </w:r>
            <w:r w:rsidRPr="00E93999">
              <w:rPr>
                <w:szCs w:val="24"/>
              </w:rPr>
              <w:t>多元啟動</w:t>
            </w:r>
            <w:r w:rsidRPr="00E93999">
              <w:rPr>
                <w:szCs w:val="24"/>
              </w:rPr>
              <w:t xml:space="preserve">LED Coding </w:t>
            </w:r>
          </w:p>
          <w:p w14:paraId="131DE6B6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2-5 </w:t>
            </w:r>
            <w:proofErr w:type="spellStart"/>
            <w:r w:rsidRPr="00E93999">
              <w:rPr>
                <w:szCs w:val="24"/>
              </w:rPr>
              <w:t>WebUSB</w:t>
            </w:r>
            <w:proofErr w:type="spellEnd"/>
            <w:r w:rsidRPr="00E93999">
              <w:rPr>
                <w:szCs w:val="24"/>
              </w:rPr>
              <w:t>配對並下載到</w:t>
            </w:r>
            <w:r w:rsidRPr="00E93999">
              <w:rPr>
                <w:szCs w:val="24"/>
              </w:rPr>
              <w:t xml:space="preserve"> </w:t>
            </w:r>
            <w:proofErr w:type="spellStart"/>
            <w:r w:rsidRPr="00E93999">
              <w:rPr>
                <w:szCs w:val="24"/>
              </w:rPr>
              <w:t>micro:bit</w:t>
            </w:r>
            <w:proofErr w:type="spellEnd"/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D289CF2" w14:textId="77777777" w:rsidR="00B37E52" w:rsidRPr="00E93999" w:rsidRDefault="00B37E52" w:rsidP="00B37E52">
            <w:pPr>
              <w:pStyle w:val="aa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</w:t>
            </w:r>
            <w:r w:rsidRPr="00E93999">
              <w:rPr>
                <w:rFonts w:eastAsia="標楷體"/>
                <w:bCs/>
                <w:kern w:val="0"/>
              </w:rPr>
              <w:t>5x5 LED</w:t>
            </w:r>
            <w:r w:rsidRPr="00E93999">
              <w:rPr>
                <w:rFonts w:eastAsia="標楷體"/>
                <w:bCs/>
                <w:kern w:val="0"/>
              </w:rPr>
              <w:t>與</w:t>
            </w:r>
            <w:r w:rsidRPr="00E93999">
              <w:rPr>
                <w:rFonts w:eastAsia="標楷體"/>
              </w:rPr>
              <w:t>按鈕。</w:t>
            </w:r>
          </w:p>
          <w:p w14:paraId="1A19DF09" w14:textId="77777777" w:rsidR="00B37E52" w:rsidRPr="00E93999" w:rsidRDefault="00B37E52" w:rsidP="00B37E52">
            <w:pPr>
              <w:pStyle w:val="aa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理解控制</w:t>
            </w:r>
            <w:r w:rsidRPr="00E93999">
              <w:rPr>
                <w:rFonts w:eastAsia="標楷體"/>
              </w:rPr>
              <w:t>LED</w:t>
            </w:r>
            <w:r w:rsidRPr="00E93999">
              <w:rPr>
                <w:rFonts w:eastAsia="標楷體"/>
              </w:rPr>
              <w:t>、觸摸感測器與按鈕的積木。</w:t>
            </w:r>
          </w:p>
          <w:p w14:paraId="6D8E1E21" w14:textId="77777777" w:rsidR="00B37E52" w:rsidRPr="00E93999" w:rsidRDefault="00B37E52" w:rsidP="00B37E52">
            <w:pPr>
              <w:pStyle w:val="aa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</w:t>
            </w:r>
            <w:r w:rsidRPr="00E93999">
              <w:rPr>
                <w:rFonts w:eastAsia="標楷體"/>
                <w:kern w:val="0"/>
              </w:rPr>
              <w:t>LED</w:t>
            </w:r>
            <w:r w:rsidRPr="00E93999">
              <w:rPr>
                <w:rFonts w:eastAsia="標楷體"/>
                <w:kern w:val="0"/>
              </w:rPr>
              <w:t>燈顯示數字、文字與圖示。</w:t>
            </w:r>
          </w:p>
          <w:p w14:paraId="0026CB3B" w14:textId="77777777" w:rsidR="00B37E52" w:rsidRPr="00E93999" w:rsidRDefault="00B37E52" w:rsidP="00B37E52">
            <w:pPr>
              <w:pStyle w:val="aa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能夠應用按鈕啟動程式執行。</w:t>
            </w:r>
          </w:p>
          <w:p w14:paraId="6B4F57FE" w14:textId="77777777" w:rsidR="00B37E52" w:rsidRPr="00E93999" w:rsidRDefault="00B37E52" w:rsidP="00B37E52">
            <w:pPr>
              <w:pStyle w:val="aa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</w:t>
            </w:r>
            <w:proofErr w:type="spellStart"/>
            <w:r w:rsidRPr="00E93999">
              <w:rPr>
                <w:rFonts w:eastAsia="標楷體"/>
                <w:kern w:val="0"/>
              </w:rPr>
              <w:t>WebUSB</w:t>
            </w:r>
            <w:proofErr w:type="spellEnd"/>
            <w:r w:rsidRPr="00E93999">
              <w:rPr>
                <w:rFonts w:eastAsia="標楷體"/>
                <w:kern w:val="0"/>
              </w:rPr>
              <w:t>配對，並下載程式到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執行結果。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DEFA901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認識積木形狀與顏色</w:t>
            </w:r>
            <w:r w:rsidRPr="00E93999">
              <w:rPr>
                <w:szCs w:val="24"/>
              </w:rPr>
              <w:t xml:space="preserve"> </w:t>
            </w:r>
          </w:p>
          <w:p w14:paraId="4E336BA5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專題規劃</w:t>
            </w:r>
            <w:r w:rsidRPr="00E93999">
              <w:rPr>
                <w:szCs w:val="24"/>
              </w:rPr>
              <w:t xml:space="preserve"> </w:t>
            </w:r>
          </w:p>
          <w:p w14:paraId="25B58271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觸摸感測器控制</w:t>
            </w:r>
            <w:r w:rsidRPr="00E93999">
              <w:rPr>
                <w:szCs w:val="24"/>
              </w:rPr>
              <w:t>LED</w:t>
            </w:r>
          </w:p>
          <w:p w14:paraId="3F59F94D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按鈕控制</w:t>
            </w:r>
            <w:r w:rsidRPr="00E93999">
              <w:rPr>
                <w:szCs w:val="24"/>
              </w:rPr>
              <w:t xml:space="preserve"> LED Blocks </w:t>
            </w:r>
          </w:p>
          <w:p w14:paraId="79BDC70D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按鈕控制</w:t>
            </w:r>
            <w:r w:rsidRPr="00E93999">
              <w:rPr>
                <w:szCs w:val="24"/>
              </w:rPr>
              <w:t xml:space="preserve"> LED </w:t>
            </w:r>
            <w:r w:rsidRPr="00E93999">
              <w:rPr>
                <w:szCs w:val="24"/>
              </w:rPr>
              <w:t>程式設計</w:t>
            </w:r>
            <w:r w:rsidRPr="00E93999">
              <w:rPr>
                <w:szCs w:val="24"/>
              </w:rPr>
              <w:t xml:space="preserve"> </w:t>
            </w:r>
          </w:p>
          <w:p w14:paraId="008A33E4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50F5502C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6E11977A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33ED136A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</w:t>
            </w:r>
          </w:p>
          <w:p w14:paraId="290E9929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30167098" w14:textId="77777777" w:rsidR="00B37E52" w:rsidRPr="00E93999" w:rsidRDefault="00B37E52" w:rsidP="00B37E52">
            <w:pPr>
              <w:pStyle w:val="aa"/>
              <w:numPr>
                <w:ilvl w:val="0"/>
                <w:numId w:val="21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67EA419F" w14:textId="77777777" w:rsidR="00B37E52" w:rsidRPr="00E93999" w:rsidRDefault="00B37E52" w:rsidP="00B37E52">
            <w:pPr>
              <w:pStyle w:val="aa"/>
              <w:numPr>
                <w:ilvl w:val="0"/>
                <w:numId w:val="21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20E458C4" w14:textId="77777777" w:rsidR="00B37E52" w:rsidRPr="00E93999" w:rsidRDefault="00B37E52" w:rsidP="00B37E52">
            <w:pPr>
              <w:pStyle w:val="aa"/>
              <w:numPr>
                <w:ilvl w:val="0"/>
                <w:numId w:val="21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B37E52" w:rsidRPr="00E93999" w14:paraId="50EBBF11" w14:textId="77777777" w:rsidTr="00106EC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4908FF1F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3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79303714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49BDECE8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Chapter 3</w:t>
            </w:r>
            <w:r w:rsidRPr="00E93999">
              <w:rPr>
                <w:szCs w:val="24"/>
              </w:rPr>
              <w:t>演奏音階與旋律</w:t>
            </w:r>
            <w:r w:rsidRPr="00E93999">
              <w:rPr>
                <w:szCs w:val="24"/>
              </w:rPr>
              <w:t xml:space="preserve"> -</w:t>
            </w:r>
            <w:r w:rsidRPr="00E93999">
              <w:rPr>
                <w:szCs w:val="24"/>
              </w:rPr>
              <w:t>喇叭</w:t>
            </w:r>
            <w:r w:rsidRPr="00E93999">
              <w:rPr>
                <w:szCs w:val="24"/>
              </w:rPr>
              <w:t xml:space="preserve"> </w:t>
            </w:r>
          </w:p>
          <w:p w14:paraId="163656D4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DADAEA0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a-III-4</w:t>
            </w:r>
            <w:r w:rsidRPr="00E93999">
              <w:rPr>
                <w:szCs w:val="24"/>
              </w:rPr>
              <w:t>能具備學習資訊科技的興趣。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B10FF06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3-1 </w:t>
            </w: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結構化程式設計</w:t>
            </w:r>
          </w:p>
          <w:p w14:paraId="66146D48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3-2 </w:t>
            </w:r>
            <w:r w:rsidRPr="00E93999">
              <w:rPr>
                <w:szCs w:val="24"/>
              </w:rPr>
              <w:t>演奏音階與旋律專題規劃</w:t>
            </w:r>
          </w:p>
          <w:p w14:paraId="38B156C5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3-3 </w:t>
            </w:r>
            <w:r w:rsidRPr="00E93999">
              <w:rPr>
                <w:szCs w:val="24"/>
              </w:rPr>
              <w:t>演奏音階與旋律</w:t>
            </w:r>
            <w:r w:rsidRPr="00E93999">
              <w:rPr>
                <w:szCs w:val="24"/>
              </w:rPr>
              <w:t>Blocks</w:t>
            </w:r>
          </w:p>
          <w:p w14:paraId="065AA7D3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3-4 </w:t>
            </w:r>
            <w:r w:rsidRPr="00E93999">
              <w:rPr>
                <w:szCs w:val="24"/>
              </w:rPr>
              <w:t>演奏音階與旋律</w:t>
            </w:r>
            <w:r w:rsidRPr="00E93999">
              <w:rPr>
                <w:szCs w:val="24"/>
              </w:rPr>
              <w:t>Coding</w:t>
            </w:r>
          </w:p>
          <w:p w14:paraId="5EE4FE7A" w14:textId="77777777" w:rsidR="00B37E52" w:rsidRPr="00E93999" w:rsidRDefault="00B37E52" w:rsidP="00106EC0">
            <w:pPr>
              <w:rPr>
                <w:kern w:val="0"/>
                <w:szCs w:val="24"/>
              </w:rPr>
            </w:pPr>
            <w:r w:rsidRPr="00E93999">
              <w:rPr>
                <w:szCs w:val="24"/>
              </w:rPr>
              <w:t xml:space="preserve">3-5 </w:t>
            </w: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喇叭播放聖誕鈴聲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2036A56" w14:textId="77777777" w:rsidR="00B37E52" w:rsidRPr="00E93999" w:rsidRDefault="00B37E52" w:rsidP="00B37E52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音效的功能</w:t>
            </w:r>
            <w:r w:rsidRPr="00E93999">
              <w:rPr>
                <w:rFonts w:eastAsia="標楷體"/>
                <w:bCs/>
                <w:kern w:val="0"/>
              </w:rPr>
              <w:t>。</w:t>
            </w:r>
          </w:p>
          <w:p w14:paraId="28131AD1" w14:textId="77777777" w:rsidR="00B37E52" w:rsidRPr="00E93999" w:rsidRDefault="00B37E52" w:rsidP="00B37E52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能夠理解</w:t>
            </w:r>
            <w:r w:rsidRPr="00E93999">
              <w:rPr>
                <w:rFonts w:eastAsia="標楷體"/>
                <w:kern w:val="0"/>
              </w:rPr>
              <w:t>P0</w:t>
            </w:r>
            <w:r w:rsidRPr="00E93999">
              <w:rPr>
                <w:rFonts w:eastAsia="標楷體"/>
                <w:kern w:val="0"/>
              </w:rPr>
              <w:t>腳位的連接方式與喇叭。</w:t>
            </w:r>
          </w:p>
          <w:p w14:paraId="7FF898E4" w14:textId="77777777" w:rsidR="00B37E52" w:rsidRPr="00E93999" w:rsidRDefault="00B37E52" w:rsidP="00B37E52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能夠使用鱷魚夾連接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的</w:t>
            </w:r>
            <w:r w:rsidRPr="00E93999">
              <w:rPr>
                <w:rFonts w:eastAsia="標楷體"/>
              </w:rPr>
              <w:t>P0</w:t>
            </w:r>
            <w:r w:rsidRPr="00E93999">
              <w:rPr>
                <w:rFonts w:eastAsia="標楷體"/>
              </w:rPr>
              <w:t>腳位與耳機或由喇叭播放音效。</w:t>
            </w:r>
          </w:p>
          <w:p w14:paraId="7F0E6247" w14:textId="77777777" w:rsidR="00B37E52" w:rsidRPr="00E93999" w:rsidRDefault="00B37E52" w:rsidP="00B37E52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能夠使用鱷魚夾連接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的</w:t>
            </w:r>
            <w:r w:rsidRPr="00E93999">
              <w:rPr>
                <w:rFonts w:eastAsia="標楷體"/>
              </w:rPr>
              <w:t>P0</w:t>
            </w:r>
            <w:r w:rsidRPr="00E93999">
              <w:rPr>
                <w:rFonts w:eastAsia="標楷體"/>
              </w:rPr>
              <w:t>腳位與蜂鳴器。</w:t>
            </w:r>
          </w:p>
          <w:p w14:paraId="65DD3CF2" w14:textId="77777777" w:rsidR="00B37E52" w:rsidRPr="00E93999" w:rsidRDefault="00B37E52" w:rsidP="00B37E52">
            <w:pPr>
              <w:pStyle w:val="aa"/>
              <w:numPr>
                <w:ilvl w:val="0"/>
                <w:numId w:val="3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能夠理解結構化程式設計的概念。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377F331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構化程式設計</w:t>
            </w:r>
          </w:p>
          <w:p w14:paraId="5BB9927D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專題規劃</w:t>
            </w:r>
          </w:p>
          <w:p w14:paraId="7935B0A1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播放音效旋律</w:t>
            </w:r>
            <w:r w:rsidRPr="00E93999">
              <w:rPr>
                <w:szCs w:val="24"/>
              </w:rPr>
              <w:t>Blocks</w:t>
            </w:r>
          </w:p>
          <w:p w14:paraId="1BC60DEC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模擬器播放音效程式設計</w:t>
            </w:r>
          </w:p>
          <w:p w14:paraId="1810CCE9" w14:textId="77777777" w:rsidR="00B37E52" w:rsidRPr="00E93999" w:rsidRDefault="00B37E52" w:rsidP="00106EC0">
            <w:pPr>
              <w:rPr>
                <w:szCs w:val="24"/>
              </w:rPr>
            </w:pP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喇叭播放音效或連接蜂鳴器與耳機播放音效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5791C6A2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課堂觀察</w:t>
            </w:r>
          </w:p>
          <w:p w14:paraId="0E7E1357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口頭報告</w:t>
            </w:r>
          </w:p>
          <w:p w14:paraId="15B8A5F5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實際操作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7C36811" w14:textId="77777777" w:rsidR="00B37E52" w:rsidRPr="00E93999" w:rsidRDefault="00B37E52" w:rsidP="00B37E52">
            <w:pPr>
              <w:pStyle w:val="aa"/>
              <w:numPr>
                <w:ilvl w:val="0"/>
                <w:numId w:val="22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4E7C39A1" w14:textId="77777777" w:rsidR="00B37E52" w:rsidRPr="00E93999" w:rsidRDefault="00B37E52" w:rsidP="00B37E52">
            <w:pPr>
              <w:pStyle w:val="aa"/>
              <w:numPr>
                <w:ilvl w:val="0"/>
                <w:numId w:val="22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0EBBAD15" w14:textId="77777777" w:rsidR="00B37E52" w:rsidRPr="00E93999" w:rsidRDefault="00B37E52" w:rsidP="00B37E52">
            <w:pPr>
              <w:pStyle w:val="aa"/>
              <w:numPr>
                <w:ilvl w:val="0"/>
                <w:numId w:val="22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B37E52" w:rsidRPr="00E93999" w14:paraId="6A1963DF" w14:textId="77777777" w:rsidTr="00106EC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7F0DD11B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lastRenderedPageBreak/>
              <w:t>4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501BE228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58C0015B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Chapter 4 </w:t>
            </w:r>
            <w:r w:rsidRPr="00E93999">
              <w:rPr>
                <w:szCs w:val="24"/>
              </w:rPr>
              <w:t>攝氏溫度轉華氏</w:t>
            </w:r>
            <w:r w:rsidRPr="00E93999">
              <w:rPr>
                <w:szCs w:val="24"/>
              </w:rPr>
              <w:t xml:space="preserve"> -</w:t>
            </w:r>
            <w:r w:rsidRPr="00E93999">
              <w:rPr>
                <w:szCs w:val="24"/>
              </w:rPr>
              <w:t>溫度感測器</w:t>
            </w:r>
            <w:r w:rsidRPr="00E93999">
              <w:rPr>
                <w:szCs w:val="24"/>
              </w:rPr>
              <w:t xml:space="preserve"> </w:t>
            </w:r>
          </w:p>
          <w:p w14:paraId="5900DE51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15DB699" w14:textId="77777777" w:rsidR="00B37E52" w:rsidRPr="00E93999" w:rsidRDefault="00B37E52" w:rsidP="00106EC0">
            <w:pPr>
              <w:jc w:val="both"/>
              <w:rPr>
                <w:color w:val="7030A0"/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t-III-3</w:t>
            </w:r>
            <w:r w:rsidRPr="00E93999">
              <w:rPr>
                <w:szCs w:val="24"/>
              </w:rPr>
              <w:t>能應用運算思維描述問題解決的方法。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332D802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4-1 </w:t>
            </w: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數學</w:t>
            </w:r>
            <w:r w:rsidRPr="00E93999">
              <w:rPr>
                <w:szCs w:val="24"/>
              </w:rPr>
              <w:t xml:space="preserve"> </w:t>
            </w:r>
          </w:p>
          <w:p w14:paraId="6095A90E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4-2 </w:t>
            </w:r>
            <w:r w:rsidRPr="00E93999">
              <w:rPr>
                <w:szCs w:val="24"/>
              </w:rPr>
              <w:t>攝氏溫度轉華氏專題規劃</w:t>
            </w:r>
            <w:r w:rsidRPr="00E93999">
              <w:rPr>
                <w:szCs w:val="24"/>
              </w:rPr>
              <w:t xml:space="preserve"> </w:t>
            </w:r>
          </w:p>
          <w:p w14:paraId="6883603D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4-3 </w:t>
            </w:r>
            <w:r w:rsidRPr="00E93999">
              <w:rPr>
                <w:szCs w:val="24"/>
              </w:rPr>
              <w:t>攝氏溫度轉華氏</w:t>
            </w:r>
            <w:r w:rsidRPr="00E93999">
              <w:rPr>
                <w:szCs w:val="24"/>
              </w:rPr>
              <w:t xml:space="preserve"> Blocks</w:t>
            </w:r>
          </w:p>
          <w:p w14:paraId="1310026B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83978D1" w14:textId="77777777" w:rsidR="00B37E52" w:rsidRPr="00E93999" w:rsidRDefault="00B37E52" w:rsidP="00B37E52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數學運算積木。</w:t>
            </w:r>
          </w:p>
          <w:p w14:paraId="7FDCE1BC" w14:textId="77777777" w:rsidR="00B37E52" w:rsidRPr="00E93999" w:rsidRDefault="00B37E52" w:rsidP="00B37E52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應用數學積木設計攝氏轉華氏程式。</w:t>
            </w:r>
          </w:p>
          <w:p w14:paraId="57CCD425" w14:textId="77777777" w:rsidR="00B37E52" w:rsidRPr="00E93999" w:rsidRDefault="00B37E52" w:rsidP="00B37E52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能夠應用數學積木表達數學運算式。</w:t>
            </w:r>
          </w:p>
          <w:p w14:paraId="67F36A2D" w14:textId="77777777" w:rsidR="00B37E52" w:rsidRPr="00E93999" w:rsidRDefault="00B37E52" w:rsidP="00B37E52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能夠應用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溫度感應器在生活中。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03D3F48" w14:textId="77777777" w:rsidR="00B37E52" w:rsidRPr="00E93999" w:rsidRDefault="00B37E52" w:rsidP="00106EC0">
            <w:pPr>
              <w:rPr>
                <w:szCs w:val="24"/>
              </w:rPr>
            </w:pP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數學</w:t>
            </w:r>
            <w:r w:rsidRPr="00E93999">
              <w:rPr>
                <w:szCs w:val="24"/>
              </w:rPr>
              <w:t xml:space="preserve"> </w:t>
            </w:r>
            <w:r w:rsidRPr="00E93999">
              <w:rPr>
                <w:szCs w:val="24"/>
              </w:rPr>
              <w:t>專題規劃</w:t>
            </w:r>
            <w:r w:rsidRPr="00E93999">
              <w:rPr>
                <w:szCs w:val="24"/>
              </w:rPr>
              <w:t xml:space="preserve"> </w:t>
            </w:r>
          </w:p>
          <w:p w14:paraId="48B15518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攝氏溫度轉華氏</w:t>
            </w:r>
            <w:r w:rsidRPr="00E93999">
              <w:rPr>
                <w:szCs w:val="24"/>
              </w:rPr>
              <w:t>Blocks</w:t>
            </w:r>
          </w:p>
          <w:p w14:paraId="561A4C71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49F3614B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18E856B6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24533D24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</w:t>
            </w:r>
          </w:p>
          <w:p w14:paraId="285D4A52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DF90721" w14:textId="77777777" w:rsidR="00B37E52" w:rsidRPr="00E93999" w:rsidRDefault="00B37E52" w:rsidP="00B37E52">
            <w:pPr>
              <w:pStyle w:val="aa"/>
              <w:numPr>
                <w:ilvl w:val="0"/>
                <w:numId w:val="23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75934092" w14:textId="77777777" w:rsidR="00B37E52" w:rsidRPr="00E93999" w:rsidRDefault="00B37E52" w:rsidP="00B37E52">
            <w:pPr>
              <w:pStyle w:val="aa"/>
              <w:numPr>
                <w:ilvl w:val="0"/>
                <w:numId w:val="23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2D211B19" w14:textId="77777777" w:rsidR="00B37E52" w:rsidRPr="00E93999" w:rsidRDefault="00B37E52" w:rsidP="00B37E52">
            <w:pPr>
              <w:pStyle w:val="aa"/>
              <w:numPr>
                <w:ilvl w:val="0"/>
                <w:numId w:val="23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B37E52" w:rsidRPr="00E93999" w14:paraId="6CAE0FA6" w14:textId="77777777" w:rsidTr="00106EC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B196163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47BA0B13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4747B856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Chapter 4 </w:t>
            </w:r>
            <w:r w:rsidRPr="00E93999">
              <w:rPr>
                <w:szCs w:val="24"/>
              </w:rPr>
              <w:t>攝氏溫度轉華氏</w:t>
            </w:r>
            <w:r w:rsidRPr="00E93999">
              <w:rPr>
                <w:szCs w:val="24"/>
              </w:rPr>
              <w:t xml:space="preserve"> -</w:t>
            </w:r>
            <w:r w:rsidRPr="00E93999">
              <w:rPr>
                <w:szCs w:val="24"/>
              </w:rPr>
              <w:t>溫度感測器</w:t>
            </w:r>
            <w:r w:rsidRPr="00E93999">
              <w:rPr>
                <w:szCs w:val="24"/>
              </w:rPr>
              <w:t xml:space="preserve"> </w:t>
            </w:r>
          </w:p>
          <w:p w14:paraId="25778C51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64EC76E" w14:textId="77777777" w:rsidR="00B37E52" w:rsidRPr="00E93999" w:rsidRDefault="00B37E52" w:rsidP="00106EC0">
            <w:pPr>
              <w:jc w:val="both"/>
              <w:rPr>
                <w:color w:val="7030A0"/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a-III-1</w:t>
            </w:r>
            <w:r w:rsidRPr="00E93999">
              <w:rPr>
                <w:szCs w:val="24"/>
              </w:rPr>
              <w:t>能了解資訊科技於日常生活之重要性。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745B628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4-4 </w:t>
            </w:r>
            <w:r w:rsidRPr="00E93999">
              <w:rPr>
                <w:szCs w:val="24"/>
              </w:rPr>
              <w:t>攝氏溫度轉華氏</w:t>
            </w:r>
            <w:r w:rsidRPr="00E93999">
              <w:rPr>
                <w:szCs w:val="24"/>
              </w:rPr>
              <w:t xml:space="preserve"> Coding </w:t>
            </w:r>
          </w:p>
          <w:p w14:paraId="5869E549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4-5 </w:t>
            </w: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溫度計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18E09AB" w14:textId="77777777" w:rsidR="00B37E52" w:rsidRPr="00E93999" w:rsidRDefault="00B37E52" w:rsidP="00B37E52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數學運算積木。</w:t>
            </w:r>
          </w:p>
          <w:p w14:paraId="7115D164" w14:textId="77777777" w:rsidR="00B37E52" w:rsidRPr="00E93999" w:rsidRDefault="00B37E52" w:rsidP="00B37E52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應用數學積木設計攝氏轉華氏程式。</w:t>
            </w:r>
          </w:p>
          <w:p w14:paraId="6D0ED54C" w14:textId="77777777" w:rsidR="00B37E52" w:rsidRPr="00E93999" w:rsidRDefault="00B37E52" w:rsidP="00B37E52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能夠應用數學積木表達數學運算式。</w:t>
            </w:r>
          </w:p>
          <w:p w14:paraId="6D19BB12" w14:textId="77777777" w:rsidR="00B37E52" w:rsidRPr="00E93999" w:rsidRDefault="00B37E52" w:rsidP="00B37E52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能夠應用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溫度感應器在生活中。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F2A8220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攝氏溫度轉華氏程式設計</w:t>
            </w:r>
          </w:p>
          <w:p w14:paraId="6CCEBE58" w14:textId="77777777" w:rsidR="00B37E52" w:rsidRPr="00E93999" w:rsidRDefault="00B37E52" w:rsidP="00106EC0">
            <w:pPr>
              <w:rPr>
                <w:szCs w:val="24"/>
              </w:rPr>
            </w:pP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偵測溫度轉華氏</w:t>
            </w:r>
          </w:p>
          <w:p w14:paraId="52692310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267308A3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261F174E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11CDC6C2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</w:t>
            </w:r>
          </w:p>
          <w:p w14:paraId="1E4EB587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4C96C699" w14:textId="77777777" w:rsidR="00B37E52" w:rsidRPr="00E93999" w:rsidRDefault="00B37E52" w:rsidP="00B37E52">
            <w:pPr>
              <w:pStyle w:val="aa"/>
              <w:numPr>
                <w:ilvl w:val="0"/>
                <w:numId w:val="24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4F4DAB28" w14:textId="77777777" w:rsidR="00B37E52" w:rsidRPr="00E93999" w:rsidRDefault="00B37E52" w:rsidP="00B37E52">
            <w:pPr>
              <w:pStyle w:val="aa"/>
              <w:numPr>
                <w:ilvl w:val="0"/>
                <w:numId w:val="24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71ABF39F" w14:textId="77777777" w:rsidR="00B37E52" w:rsidRPr="00E93999" w:rsidRDefault="00B37E52" w:rsidP="00B37E52">
            <w:pPr>
              <w:pStyle w:val="aa"/>
              <w:numPr>
                <w:ilvl w:val="0"/>
                <w:numId w:val="24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B37E52" w:rsidRPr="00E93999" w14:paraId="211C4751" w14:textId="77777777" w:rsidTr="00106EC0">
        <w:trPr>
          <w:trHeight w:val="569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C9B3AEE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lastRenderedPageBreak/>
              <w:t>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1A309E65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56394BC0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Chapter 5 </w:t>
            </w:r>
            <w:r w:rsidRPr="00E93999">
              <w:rPr>
                <w:szCs w:val="24"/>
              </w:rPr>
              <w:t>藍牙廣播</w:t>
            </w:r>
            <w:r w:rsidRPr="00E93999">
              <w:rPr>
                <w:szCs w:val="24"/>
              </w:rPr>
              <w:t xml:space="preserve"> ASCII</w:t>
            </w:r>
            <w:r w:rsidRPr="00E93999">
              <w:rPr>
                <w:szCs w:val="24"/>
              </w:rPr>
              <w:t>碼</w:t>
            </w:r>
            <w:r w:rsidRPr="00E93999">
              <w:rPr>
                <w:szCs w:val="24"/>
              </w:rPr>
              <w:t xml:space="preserve"> -</w:t>
            </w:r>
            <w:r w:rsidRPr="00E93999">
              <w:rPr>
                <w:szCs w:val="24"/>
              </w:rPr>
              <w:t>低</w:t>
            </w:r>
            <w:proofErr w:type="gramStart"/>
            <w:r w:rsidRPr="00E93999">
              <w:rPr>
                <w:szCs w:val="24"/>
              </w:rPr>
              <w:t>耗電藍牙</w:t>
            </w:r>
            <w:proofErr w:type="gramEnd"/>
            <w:r w:rsidRPr="00E93999">
              <w:rPr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F1BF464" w14:textId="77777777" w:rsidR="00B37E52" w:rsidRPr="00E93999" w:rsidRDefault="00B37E52" w:rsidP="00106EC0">
            <w:pPr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a-III-1</w:t>
            </w:r>
            <w:r w:rsidRPr="00E93999">
              <w:rPr>
                <w:szCs w:val="24"/>
              </w:rPr>
              <w:t>能了解資訊科技於日常生活之重要性。</w:t>
            </w:r>
          </w:p>
          <w:p w14:paraId="1E7B92E5" w14:textId="77777777" w:rsidR="00B37E52" w:rsidRPr="00E93999" w:rsidRDefault="00B37E52" w:rsidP="00106EC0">
            <w:pPr>
              <w:jc w:val="both"/>
              <w:rPr>
                <w:color w:val="7030A0"/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p-III-2</w:t>
            </w:r>
            <w:r w:rsidRPr="00E93999">
              <w:rPr>
                <w:szCs w:val="24"/>
              </w:rPr>
              <w:t>能使用資訊科技與他人建立良好的互動關係。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5BF2AB2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5-1 </w:t>
            </w: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文字</w:t>
            </w:r>
            <w:r w:rsidRPr="00E93999">
              <w:rPr>
                <w:szCs w:val="24"/>
              </w:rPr>
              <w:t xml:space="preserve"> </w:t>
            </w:r>
          </w:p>
          <w:p w14:paraId="11D5976E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5-2 </w:t>
            </w: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變數</w:t>
            </w:r>
          </w:p>
          <w:p w14:paraId="4A1F033E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5-3 </w:t>
            </w:r>
            <w:r w:rsidRPr="00E93999">
              <w:rPr>
                <w:szCs w:val="24"/>
              </w:rPr>
              <w:t>藍牙廣播</w:t>
            </w:r>
            <w:r w:rsidRPr="00E93999">
              <w:rPr>
                <w:szCs w:val="24"/>
              </w:rPr>
              <w:t xml:space="preserve"> ASCII</w:t>
            </w:r>
            <w:r w:rsidRPr="00E93999">
              <w:rPr>
                <w:szCs w:val="24"/>
              </w:rPr>
              <w:t>碼專題規劃</w:t>
            </w:r>
            <w:r w:rsidRPr="00E93999">
              <w:rPr>
                <w:szCs w:val="24"/>
              </w:rPr>
              <w:t xml:space="preserve"> </w:t>
            </w:r>
          </w:p>
          <w:p w14:paraId="22CC48C7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210B950" w14:textId="77777777" w:rsidR="00B37E52" w:rsidRPr="00E93999" w:rsidRDefault="00B37E52" w:rsidP="00B37E52">
            <w:pPr>
              <w:pStyle w:val="aa"/>
              <w:numPr>
                <w:ilvl w:val="0"/>
                <w:numId w:val="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proofErr w:type="gramStart"/>
            <w:r w:rsidRPr="00E93999">
              <w:rPr>
                <w:rFonts w:eastAsia="標楷體"/>
              </w:rPr>
              <w:t>主板藍牙</w:t>
            </w:r>
            <w:proofErr w:type="gramEnd"/>
            <w:r w:rsidRPr="00E93999">
              <w:rPr>
                <w:rFonts w:eastAsia="標楷體"/>
              </w:rPr>
              <w:t>的功能</w:t>
            </w:r>
            <w:r w:rsidRPr="00E93999">
              <w:rPr>
                <w:rFonts w:eastAsia="標楷體"/>
                <w:bCs/>
                <w:kern w:val="0"/>
              </w:rPr>
              <w:t>。</w:t>
            </w:r>
          </w:p>
          <w:p w14:paraId="26A1DC53" w14:textId="77777777" w:rsidR="00B37E52" w:rsidRPr="00E93999" w:rsidRDefault="00B37E52" w:rsidP="00B37E52">
            <w:pPr>
              <w:pStyle w:val="aa"/>
              <w:numPr>
                <w:ilvl w:val="0"/>
                <w:numId w:val="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廣播傳遞原理。</w:t>
            </w:r>
          </w:p>
          <w:p w14:paraId="2A8E20B7" w14:textId="77777777" w:rsidR="00B37E52" w:rsidRPr="00E93999" w:rsidRDefault="00B37E52" w:rsidP="00B37E52">
            <w:pPr>
              <w:pStyle w:val="aa"/>
              <w:numPr>
                <w:ilvl w:val="0"/>
                <w:numId w:val="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理解</w:t>
            </w:r>
            <w:r w:rsidRPr="00E93999">
              <w:rPr>
                <w:rFonts w:eastAsia="標楷體"/>
              </w:rPr>
              <w:t>ASCII</w:t>
            </w:r>
            <w:r w:rsidRPr="00E93999">
              <w:rPr>
                <w:rFonts w:eastAsia="標楷體"/>
              </w:rPr>
              <w:t>碼原理。</w:t>
            </w:r>
          </w:p>
          <w:p w14:paraId="2989C7AD" w14:textId="77777777" w:rsidR="00B37E52" w:rsidRPr="00E93999" w:rsidRDefault="00B37E52" w:rsidP="00B37E52">
            <w:pPr>
              <w:pStyle w:val="aa"/>
              <w:numPr>
                <w:ilvl w:val="0"/>
                <w:numId w:val="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能夠將</w:t>
            </w:r>
            <w:r w:rsidRPr="00E93999">
              <w:rPr>
                <w:rFonts w:eastAsia="標楷體"/>
              </w:rPr>
              <w:t>ASCII</w:t>
            </w:r>
            <w:r w:rsidRPr="00E93999">
              <w:rPr>
                <w:rFonts w:eastAsia="標楷體"/>
              </w:rPr>
              <w:t>碼應用在廣播發送。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5BDFE5B" w14:textId="77777777" w:rsidR="00B37E52" w:rsidRPr="00E93999" w:rsidRDefault="00B37E52" w:rsidP="00106EC0">
            <w:pPr>
              <w:rPr>
                <w:szCs w:val="24"/>
              </w:rPr>
            </w:pP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文字</w:t>
            </w:r>
            <w:r w:rsidRPr="00E93999">
              <w:rPr>
                <w:szCs w:val="24"/>
              </w:rPr>
              <w:t xml:space="preserve"> </w:t>
            </w:r>
          </w:p>
          <w:p w14:paraId="04D3BFFB" w14:textId="77777777" w:rsidR="00B37E52" w:rsidRPr="00E93999" w:rsidRDefault="00B37E52" w:rsidP="00106EC0">
            <w:pPr>
              <w:rPr>
                <w:szCs w:val="24"/>
              </w:rPr>
            </w:pP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變數</w:t>
            </w:r>
          </w:p>
          <w:p w14:paraId="4A78A845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藍牙廣播</w:t>
            </w:r>
            <w:r w:rsidRPr="00E93999">
              <w:rPr>
                <w:szCs w:val="24"/>
              </w:rPr>
              <w:t xml:space="preserve"> </w:t>
            </w:r>
          </w:p>
          <w:p w14:paraId="11DC3FBA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專題規劃</w:t>
            </w:r>
            <w:r w:rsidRPr="00E93999">
              <w:rPr>
                <w:szCs w:val="24"/>
              </w:rPr>
              <w:t xml:space="preserve"> </w:t>
            </w:r>
          </w:p>
          <w:p w14:paraId="4985822F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21E02715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2F481A96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7C30AAAE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</w:t>
            </w:r>
          </w:p>
          <w:p w14:paraId="7210CC45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09796509" w14:textId="77777777" w:rsidR="00B37E52" w:rsidRPr="00E93999" w:rsidRDefault="00B37E52" w:rsidP="00B37E52">
            <w:pPr>
              <w:pStyle w:val="aa"/>
              <w:numPr>
                <w:ilvl w:val="0"/>
                <w:numId w:val="25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1125C863" w14:textId="77777777" w:rsidR="00B37E52" w:rsidRPr="00E93999" w:rsidRDefault="00B37E52" w:rsidP="00B37E52">
            <w:pPr>
              <w:pStyle w:val="aa"/>
              <w:numPr>
                <w:ilvl w:val="0"/>
                <w:numId w:val="25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718547B1" w14:textId="77777777" w:rsidR="00B37E52" w:rsidRPr="00E93999" w:rsidRDefault="00B37E52" w:rsidP="00B37E52">
            <w:pPr>
              <w:pStyle w:val="aa"/>
              <w:numPr>
                <w:ilvl w:val="0"/>
                <w:numId w:val="25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B37E52" w:rsidRPr="00E93999" w14:paraId="0B546D48" w14:textId="77777777" w:rsidTr="00106EC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54E8A533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7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7C1666E5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02766970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Chapter 5 </w:t>
            </w:r>
            <w:r w:rsidRPr="00E93999">
              <w:rPr>
                <w:szCs w:val="24"/>
              </w:rPr>
              <w:t>藍牙廣播</w:t>
            </w:r>
            <w:r w:rsidRPr="00E93999">
              <w:rPr>
                <w:szCs w:val="24"/>
              </w:rPr>
              <w:t xml:space="preserve"> ASCII</w:t>
            </w:r>
            <w:r w:rsidRPr="00E93999">
              <w:rPr>
                <w:szCs w:val="24"/>
              </w:rPr>
              <w:t>碼</w:t>
            </w:r>
            <w:r w:rsidRPr="00E93999">
              <w:rPr>
                <w:szCs w:val="24"/>
              </w:rPr>
              <w:t xml:space="preserve"> -</w:t>
            </w:r>
            <w:r w:rsidRPr="00E93999">
              <w:rPr>
                <w:szCs w:val="24"/>
              </w:rPr>
              <w:t>低</w:t>
            </w:r>
            <w:proofErr w:type="gramStart"/>
            <w:r w:rsidRPr="00E93999">
              <w:rPr>
                <w:szCs w:val="24"/>
              </w:rPr>
              <w:t>耗電藍牙</w:t>
            </w:r>
            <w:proofErr w:type="gramEnd"/>
            <w:r w:rsidRPr="00E93999">
              <w:rPr>
                <w:szCs w:val="24"/>
              </w:rPr>
              <w:t xml:space="preserve"> </w:t>
            </w:r>
          </w:p>
          <w:p w14:paraId="13B7A61D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76C5166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c-III-2</w:t>
            </w:r>
            <w:r w:rsidRPr="00E93999">
              <w:rPr>
                <w:szCs w:val="24"/>
              </w:rPr>
              <w:t>能使用資訊科技與他人合作產出想法與作品。</w:t>
            </w:r>
          </w:p>
          <w:p w14:paraId="617B7CA3" w14:textId="77777777" w:rsidR="00B37E52" w:rsidRPr="00E93999" w:rsidRDefault="00B37E52" w:rsidP="00106EC0">
            <w:pPr>
              <w:jc w:val="both"/>
              <w:rPr>
                <w:color w:val="7030A0"/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p-III-2</w:t>
            </w:r>
            <w:r w:rsidRPr="00E93999">
              <w:rPr>
                <w:szCs w:val="24"/>
              </w:rPr>
              <w:t>能使用資訊科技與他人建立良好的互動關係。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9695719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5-4 </w:t>
            </w:r>
            <w:r w:rsidRPr="00E93999">
              <w:rPr>
                <w:szCs w:val="24"/>
              </w:rPr>
              <w:t>藍牙廣播</w:t>
            </w:r>
            <w:r w:rsidRPr="00E93999">
              <w:rPr>
                <w:szCs w:val="24"/>
              </w:rPr>
              <w:t xml:space="preserve"> ASCII</w:t>
            </w:r>
            <w:r w:rsidRPr="00E93999">
              <w:rPr>
                <w:szCs w:val="24"/>
              </w:rPr>
              <w:t>碼</w:t>
            </w:r>
            <w:r w:rsidRPr="00E93999">
              <w:rPr>
                <w:szCs w:val="24"/>
              </w:rPr>
              <w:t xml:space="preserve"> Blocks </w:t>
            </w:r>
          </w:p>
          <w:p w14:paraId="393F4AC6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5-5 </w:t>
            </w:r>
            <w:r w:rsidRPr="00E93999">
              <w:rPr>
                <w:szCs w:val="24"/>
              </w:rPr>
              <w:t>藍牙廣播</w:t>
            </w:r>
            <w:r w:rsidRPr="00E93999">
              <w:rPr>
                <w:szCs w:val="24"/>
              </w:rPr>
              <w:t xml:space="preserve"> ASCII</w:t>
            </w:r>
            <w:r w:rsidRPr="00E93999">
              <w:rPr>
                <w:szCs w:val="24"/>
              </w:rPr>
              <w:t>碼</w:t>
            </w:r>
            <w:r w:rsidRPr="00E93999">
              <w:rPr>
                <w:szCs w:val="24"/>
              </w:rPr>
              <w:t xml:space="preserve"> Coding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C246EF6" w14:textId="77777777" w:rsidR="00B37E52" w:rsidRPr="00E93999" w:rsidRDefault="00B37E52" w:rsidP="00B37E52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proofErr w:type="gramStart"/>
            <w:r w:rsidRPr="00E93999">
              <w:rPr>
                <w:rFonts w:eastAsia="標楷體"/>
              </w:rPr>
              <w:t>主板藍牙</w:t>
            </w:r>
            <w:proofErr w:type="gramEnd"/>
            <w:r w:rsidRPr="00E93999">
              <w:rPr>
                <w:rFonts w:eastAsia="標楷體"/>
              </w:rPr>
              <w:t>的功能</w:t>
            </w:r>
            <w:r w:rsidRPr="00E93999">
              <w:rPr>
                <w:rFonts w:eastAsia="標楷體"/>
                <w:bCs/>
                <w:kern w:val="0"/>
              </w:rPr>
              <w:t>。</w:t>
            </w:r>
          </w:p>
          <w:p w14:paraId="2CC1B5D3" w14:textId="77777777" w:rsidR="00B37E52" w:rsidRPr="00E93999" w:rsidRDefault="00B37E52" w:rsidP="00B37E52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廣播傳遞原理。</w:t>
            </w:r>
          </w:p>
          <w:p w14:paraId="1E692D0E" w14:textId="77777777" w:rsidR="00B37E52" w:rsidRPr="00E93999" w:rsidRDefault="00B37E52" w:rsidP="00B37E52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理解</w:t>
            </w:r>
            <w:r w:rsidRPr="00E93999">
              <w:rPr>
                <w:rFonts w:eastAsia="標楷體"/>
              </w:rPr>
              <w:t>ASCII</w:t>
            </w:r>
            <w:r w:rsidRPr="00E93999">
              <w:rPr>
                <w:rFonts w:eastAsia="標楷體"/>
              </w:rPr>
              <w:t>碼原理。</w:t>
            </w:r>
          </w:p>
          <w:p w14:paraId="43F23DEA" w14:textId="77777777" w:rsidR="00B37E52" w:rsidRPr="00E93999" w:rsidRDefault="00B37E52" w:rsidP="00B37E52">
            <w:pPr>
              <w:pStyle w:val="aa"/>
              <w:numPr>
                <w:ilvl w:val="0"/>
                <w:numId w:val="7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能夠將</w:t>
            </w:r>
            <w:r w:rsidRPr="00E93999">
              <w:rPr>
                <w:rFonts w:eastAsia="標楷體"/>
              </w:rPr>
              <w:t>ASCII</w:t>
            </w:r>
            <w:r w:rsidRPr="00E93999">
              <w:rPr>
                <w:rFonts w:eastAsia="標楷體"/>
              </w:rPr>
              <w:t>碼應用在廣播發送。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F3E0CF4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藍牙廣播</w:t>
            </w:r>
            <w:r w:rsidRPr="00E93999">
              <w:rPr>
                <w:szCs w:val="24"/>
              </w:rPr>
              <w:t xml:space="preserve"> Blocks </w:t>
            </w:r>
          </w:p>
          <w:p w14:paraId="4A83C967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藍牙廣播程式設計</w:t>
            </w:r>
            <w:r w:rsidRPr="00E93999">
              <w:rPr>
                <w:szCs w:val="24"/>
              </w:rPr>
              <w:t>g</w:t>
            </w:r>
          </w:p>
          <w:p w14:paraId="3CD24950" w14:textId="77777777" w:rsidR="00B37E52" w:rsidRPr="00E93999" w:rsidRDefault="00B37E52" w:rsidP="00106EC0">
            <w:pPr>
              <w:rPr>
                <w:szCs w:val="24"/>
              </w:rPr>
            </w:pP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發送廣播與接收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6A53542F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19D16BEA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1225A582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</w:t>
            </w:r>
          </w:p>
          <w:p w14:paraId="494B3A3A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605A047" w14:textId="77777777" w:rsidR="00B37E52" w:rsidRPr="00E93999" w:rsidRDefault="00B37E52" w:rsidP="00B37E52">
            <w:pPr>
              <w:pStyle w:val="aa"/>
              <w:numPr>
                <w:ilvl w:val="0"/>
                <w:numId w:val="26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00E2C280" w14:textId="77777777" w:rsidR="00B37E52" w:rsidRPr="00E93999" w:rsidRDefault="00B37E52" w:rsidP="00B37E52">
            <w:pPr>
              <w:pStyle w:val="aa"/>
              <w:numPr>
                <w:ilvl w:val="0"/>
                <w:numId w:val="26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164C61E6" w14:textId="77777777" w:rsidR="00B37E52" w:rsidRPr="00E93999" w:rsidRDefault="00B37E52" w:rsidP="00B37E52">
            <w:pPr>
              <w:pStyle w:val="aa"/>
              <w:numPr>
                <w:ilvl w:val="0"/>
                <w:numId w:val="26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B37E52" w:rsidRPr="00E93999" w14:paraId="40A06C7B" w14:textId="77777777" w:rsidTr="00106EC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40F10F07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7ADA53A6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24C7F035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Chapter 6 </w:t>
            </w:r>
            <w:r w:rsidRPr="00E93999">
              <w:rPr>
                <w:szCs w:val="24"/>
              </w:rPr>
              <w:t>指南針</w:t>
            </w:r>
            <w:r w:rsidRPr="00E93999">
              <w:rPr>
                <w:szCs w:val="24"/>
              </w:rPr>
              <w:t xml:space="preserve"> -</w:t>
            </w:r>
            <w:r w:rsidRPr="00E93999">
              <w:rPr>
                <w:szCs w:val="24"/>
              </w:rPr>
              <w:t>方位感測器</w:t>
            </w:r>
            <w:r w:rsidRPr="00E93999">
              <w:rPr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556E01F" w14:textId="77777777" w:rsidR="00B37E52" w:rsidRPr="00E93999" w:rsidRDefault="00B37E52" w:rsidP="00106EC0">
            <w:pPr>
              <w:rPr>
                <w:color w:val="7030A0"/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t-III-3</w:t>
            </w:r>
            <w:r w:rsidRPr="00E93999">
              <w:rPr>
                <w:szCs w:val="24"/>
              </w:rPr>
              <w:t>能應用運算思維描述問題解決的方法。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0E0C7F3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6-1 </w:t>
            </w: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邏輯比較運算</w:t>
            </w:r>
            <w:r w:rsidRPr="00E93999">
              <w:rPr>
                <w:szCs w:val="24"/>
              </w:rPr>
              <w:t xml:space="preserve"> </w:t>
            </w:r>
          </w:p>
          <w:p w14:paraId="1A638215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6-2 </w:t>
            </w: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邏輯布林運算</w:t>
            </w:r>
            <w:r w:rsidRPr="00E93999">
              <w:rPr>
                <w:szCs w:val="24"/>
              </w:rPr>
              <w:t xml:space="preserve"> </w:t>
            </w:r>
          </w:p>
          <w:p w14:paraId="76821A12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lastRenderedPageBreak/>
              <w:t xml:space="preserve">6-3 </w:t>
            </w:r>
            <w:r w:rsidRPr="00E93999">
              <w:rPr>
                <w:szCs w:val="24"/>
              </w:rPr>
              <w:t>指南針專題規劃</w:t>
            </w:r>
            <w:r w:rsidRPr="00E93999">
              <w:rPr>
                <w:szCs w:val="24"/>
              </w:rPr>
              <w:t xml:space="preserve">  </w:t>
            </w:r>
          </w:p>
          <w:p w14:paraId="782F1873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6-4 </w:t>
            </w:r>
            <w:r w:rsidRPr="00E93999">
              <w:rPr>
                <w:szCs w:val="24"/>
              </w:rPr>
              <w:t>指南針</w:t>
            </w:r>
            <w:r w:rsidRPr="00E93999">
              <w:rPr>
                <w:szCs w:val="24"/>
              </w:rPr>
              <w:t xml:space="preserve"> Blocks  </w:t>
            </w:r>
          </w:p>
          <w:p w14:paraId="41C9F3FB" w14:textId="77777777" w:rsidR="00B37E52" w:rsidRPr="00E93999" w:rsidRDefault="00B37E52" w:rsidP="00106EC0">
            <w:pPr>
              <w:pStyle w:val="aa"/>
              <w:ind w:leftChars="0" w:left="0"/>
              <w:rPr>
                <w:rFonts w:eastAsia="標楷體"/>
                <w:kern w:val="0"/>
              </w:rPr>
            </w:pP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BA1B5ED" w14:textId="77777777" w:rsidR="00B37E52" w:rsidRPr="00E93999" w:rsidRDefault="00B37E52" w:rsidP="00B37E52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lastRenderedPageBreak/>
              <w:t>理解</w:t>
            </w:r>
            <w:proofErr w:type="spellStart"/>
            <w:r w:rsidRPr="00E93999">
              <w:rPr>
                <w:rFonts w:eastAsia="標楷體"/>
              </w:rPr>
              <w:t>Micro:bi</w:t>
            </w:r>
            <w:proofErr w:type="spellEnd"/>
            <w:r w:rsidRPr="00E93999">
              <w:rPr>
                <w:rFonts w:eastAsia="標楷體"/>
              </w:rPr>
              <w:t>主板上指南針的功能</w:t>
            </w:r>
            <w:r w:rsidRPr="00E93999">
              <w:rPr>
                <w:rFonts w:eastAsia="標楷體"/>
                <w:bCs/>
                <w:kern w:val="0"/>
              </w:rPr>
              <w:t>。</w:t>
            </w:r>
          </w:p>
          <w:p w14:paraId="05CD4BD3" w14:textId="77777777" w:rsidR="00B37E52" w:rsidRPr="00E93999" w:rsidRDefault="00B37E52" w:rsidP="00B37E52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能夠應用指南針設計方位。</w:t>
            </w:r>
          </w:p>
          <w:p w14:paraId="2FE2818B" w14:textId="77777777" w:rsidR="00B37E52" w:rsidRPr="00E93999" w:rsidRDefault="00B37E52" w:rsidP="00B37E52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lastRenderedPageBreak/>
              <w:t>能夠應用邏輯判斷指南針方向。</w:t>
            </w:r>
          </w:p>
          <w:p w14:paraId="1F908B90" w14:textId="77777777" w:rsidR="00B37E52" w:rsidRPr="00E93999" w:rsidRDefault="00B37E52" w:rsidP="00B37E52">
            <w:pPr>
              <w:pStyle w:val="a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能夠將指南針應用在生活中。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746D388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lastRenderedPageBreak/>
              <w:t>邏輯關係運算</w:t>
            </w:r>
            <w:r w:rsidRPr="00E93999">
              <w:rPr>
                <w:szCs w:val="24"/>
              </w:rPr>
              <w:t xml:space="preserve"> </w:t>
            </w:r>
            <w:r w:rsidRPr="00E93999">
              <w:rPr>
                <w:szCs w:val="24"/>
              </w:rPr>
              <w:t>邏輯布林運算</w:t>
            </w:r>
            <w:r w:rsidRPr="00E93999">
              <w:rPr>
                <w:szCs w:val="24"/>
              </w:rPr>
              <w:t xml:space="preserve"> </w:t>
            </w:r>
          </w:p>
          <w:p w14:paraId="432DAF12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專題規劃</w:t>
            </w:r>
            <w:r w:rsidRPr="00E93999">
              <w:rPr>
                <w:szCs w:val="24"/>
              </w:rPr>
              <w:t xml:space="preserve">  </w:t>
            </w:r>
          </w:p>
          <w:p w14:paraId="4AA214E3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指南針</w:t>
            </w:r>
            <w:r w:rsidRPr="00E93999">
              <w:rPr>
                <w:szCs w:val="24"/>
              </w:rPr>
              <w:t xml:space="preserve"> Blocks  </w:t>
            </w:r>
          </w:p>
          <w:p w14:paraId="47083004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2026E458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lastRenderedPageBreak/>
              <w:t>口頭評量</w:t>
            </w:r>
          </w:p>
          <w:p w14:paraId="0F12C41C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5DFA2C3A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</w:t>
            </w:r>
            <w:r w:rsidRPr="00E93999">
              <w:rPr>
                <w:rFonts w:eastAsia="標楷體"/>
              </w:rPr>
              <w:lastRenderedPageBreak/>
              <w:t>檔案評量</w:t>
            </w:r>
          </w:p>
          <w:p w14:paraId="617FA6E7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7932D317" w14:textId="77777777" w:rsidR="00B37E52" w:rsidRPr="00E93999" w:rsidRDefault="00B37E52" w:rsidP="00B37E52">
            <w:pPr>
              <w:pStyle w:val="aa"/>
              <w:numPr>
                <w:ilvl w:val="0"/>
                <w:numId w:val="27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lastRenderedPageBreak/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</w:t>
            </w:r>
            <w:r w:rsidRPr="00E93999">
              <w:rPr>
                <w:rFonts w:eastAsia="標楷體"/>
              </w:rPr>
              <w:lastRenderedPageBreak/>
              <w:t>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2DD91E21" w14:textId="77777777" w:rsidR="00B37E52" w:rsidRPr="00E93999" w:rsidRDefault="00B37E52" w:rsidP="00B37E52">
            <w:pPr>
              <w:pStyle w:val="aa"/>
              <w:numPr>
                <w:ilvl w:val="0"/>
                <w:numId w:val="27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7D65ACBB" w14:textId="77777777" w:rsidR="00B37E52" w:rsidRPr="00E93999" w:rsidRDefault="00B37E52" w:rsidP="00B37E52">
            <w:pPr>
              <w:pStyle w:val="aa"/>
              <w:numPr>
                <w:ilvl w:val="0"/>
                <w:numId w:val="27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B37E52" w:rsidRPr="00E93999" w14:paraId="42577000" w14:textId="77777777" w:rsidTr="00106EC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56E8FE9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lastRenderedPageBreak/>
              <w:t>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5D93C6B1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093A6778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Chapter 6 </w:t>
            </w:r>
            <w:r w:rsidRPr="00E93999">
              <w:rPr>
                <w:szCs w:val="24"/>
              </w:rPr>
              <w:t>指南針</w:t>
            </w:r>
            <w:r w:rsidRPr="00E93999">
              <w:rPr>
                <w:szCs w:val="24"/>
              </w:rPr>
              <w:t xml:space="preserve"> -</w:t>
            </w:r>
            <w:r w:rsidRPr="00E93999">
              <w:rPr>
                <w:szCs w:val="24"/>
              </w:rPr>
              <w:t>方位感測器</w:t>
            </w:r>
            <w:r w:rsidRPr="00E93999">
              <w:rPr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0A0210A" w14:textId="77777777" w:rsidR="00B37E52" w:rsidRPr="00E93999" w:rsidRDefault="00B37E52" w:rsidP="00106EC0">
            <w:pPr>
              <w:rPr>
                <w:color w:val="7030A0"/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t-III-3</w:t>
            </w:r>
            <w:r w:rsidRPr="00E93999">
              <w:rPr>
                <w:szCs w:val="24"/>
              </w:rPr>
              <w:t>能應用運算思維描述問題解決的方法。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A204A2F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6-5 </w:t>
            </w:r>
            <w:r w:rsidRPr="00E93999">
              <w:rPr>
                <w:szCs w:val="24"/>
              </w:rPr>
              <w:t>指南針</w:t>
            </w:r>
            <w:r w:rsidRPr="00E93999">
              <w:rPr>
                <w:szCs w:val="24"/>
              </w:rPr>
              <w:t xml:space="preserve"> Coding  </w:t>
            </w:r>
          </w:p>
          <w:p w14:paraId="03CAC6D8" w14:textId="77777777" w:rsidR="00B37E52" w:rsidRPr="00E93999" w:rsidRDefault="00B37E52" w:rsidP="00106EC0">
            <w:pPr>
              <w:pStyle w:val="aa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 xml:space="preserve">6-6 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>顯示指南針方位</w:t>
            </w:r>
            <w:r w:rsidRPr="00E93999">
              <w:rPr>
                <w:rFonts w:eastAsia="標楷體"/>
              </w:rPr>
              <w:t xml:space="preserve"> 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53AF0D0" w14:textId="77777777" w:rsidR="00B37E52" w:rsidRPr="00E93999" w:rsidRDefault="00B37E52" w:rsidP="00B37E52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</w:t>
            </w:r>
            <w:proofErr w:type="spellEnd"/>
            <w:r w:rsidRPr="00E93999">
              <w:rPr>
                <w:rFonts w:eastAsia="標楷體"/>
              </w:rPr>
              <w:t>主板上指南針的功能</w:t>
            </w:r>
            <w:r w:rsidRPr="00E93999">
              <w:rPr>
                <w:rFonts w:eastAsia="標楷體"/>
                <w:bCs/>
                <w:kern w:val="0"/>
              </w:rPr>
              <w:t>。</w:t>
            </w:r>
          </w:p>
          <w:p w14:paraId="113512B7" w14:textId="77777777" w:rsidR="00B37E52" w:rsidRPr="00E93999" w:rsidRDefault="00B37E52" w:rsidP="00B37E52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能夠應用指南針設計方位。</w:t>
            </w:r>
          </w:p>
          <w:p w14:paraId="3C1B9DF8" w14:textId="77777777" w:rsidR="00B37E52" w:rsidRPr="00E93999" w:rsidRDefault="00B37E52" w:rsidP="00B37E52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能夠應用邏輯判斷指南針方向。</w:t>
            </w:r>
          </w:p>
          <w:p w14:paraId="0A88025F" w14:textId="77777777" w:rsidR="00B37E52" w:rsidRPr="00E93999" w:rsidRDefault="00B37E52" w:rsidP="00B37E52">
            <w:pPr>
              <w:pStyle w:val="a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能夠將指南針應用在生活中。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ECFB0BC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指南針程式設計</w:t>
            </w:r>
          </w:p>
          <w:p w14:paraId="20BBD4F2" w14:textId="77777777" w:rsidR="00B37E52" w:rsidRPr="00E93999" w:rsidRDefault="00B37E52" w:rsidP="00106EC0">
            <w:pPr>
              <w:rPr>
                <w:szCs w:val="24"/>
              </w:rPr>
            </w:pP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顯示指南針方位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60E507AD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4D6467CA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1FEE9876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學習歷程檔案評量</w:t>
            </w:r>
          </w:p>
          <w:p w14:paraId="1F5BA5CF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9F4BFDB" w14:textId="77777777" w:rsidR="00B37E52" w:rsidRPr="00E93999" w:rsidRDefault="00B37E52" w:rsidP="00B37E52">
            <w:pPr>
              <w:pStyle w:val="aa"/>
              <w:numPr>
                <w:ilvl w:val="0"/>
                <w:numId w:val="28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5D70FD3D" w14:textId="77777777" w:rsidR="00B37E52" w:rsidRPr="00E93999" w:rsidRDefault="00B37E52" w:rsidP="00B37E52">
            <w:pPr>
              <w:pStyle w:val="aa"/>
              <w:numPr>
                <w:ilvl w:val="0"/>
                <w:numId w:val="28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52AFEE57" w14:textId="77777777" w:rsidR="00B37E52" w:rsidRPr="00E93999" w:rsidRDefault="00B37E52" w:rsidP="00B37E52">
            <w:pPr>
              <w:pStyle w:val="aa"/>
              <w:numPr>
                <w:ilvl w:val="0"/>
                <w:numId w:val="28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B37E52" w:rsidRPr="00E93999" w14:paraId="2D6DD772" w14:textId="77777777" w:rsidTr="00106EC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2F707529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10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084B727A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517357DC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期中評量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0FE6CD6" w14:textId="77777777" w:rsidR="00B37E52" w:rsidRPr="00E93999" w:rsidRDefault="00B37E52" w:rsidP="00106EC0">
            <w:pPr>
              <w:jc w:val="both"/>
              <w:rPr>
                <w:color w:val="7030A0"/>
                <w:szCs w:val="24"/>
              </w:rPr>
            </w:pP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A22662" w14:textId="77777777" w:rsidR="00B37E52" w:rsidRPr="00E93999" w:rsidRDefault="00B37E52" w:rsidP="00106EC0">
            <w:pPr>
              <w:spacing w:before="100" w:beforeAutospacing="1" w:after="100" w:afterAutospacing="1"/>
              <w:rPr>
                <w:szCs w:val="24"/>
              </w:rPr>
            </w:pP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6A752DF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C23039C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664E6644" w14:textId="77777777" w:rsidR="00B37E52" w:rsidRPr="00E93999" w:rsidRDefault="00B37E52" w:rsidP="00106EC0">
            <w:pPr>
              <w:spacing w:before="100" w:beforeAutospacing="1" w:after="100" w:afterAutospacing="1"/>
              <w:jc w:val="both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8B61C70" w14:textId="77777777" w:rsidR="00B37E52" w:rsidRPr="00E93999" w:rsidRDefault="00B37E52" w:rsidP="00106EC0">
            <w:pPr>
              <w:rPr>
                <w:szCs w:val="24"/>
              </w:rPr>
            </w:pPr>
          </w:p>
        </w:tc>
      </w:tr>
      <w:tr w:rsidR="00B37E52" w:rsidRPr="00E93999" w14:paraId="69B62676" w14:textId="77777777" w:rsidTr="00106EC0">
        <w:trPr>
          <w:trHeight w:val="484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9EEF353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11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0EF998DD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186A045E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Chapter 7 LED</w:t>
            </w:r>
            <w:r w:rsidRPr="00E93999">
              <w:rPr>
                <w:szCs w:val="24"/>
              </w:rPr>
              <w:t>與聲光共舞</w:t>
            </w:r>
            <w:r w:rsidRPr="00E93999">
              <w:rPr>
                <w:szCs w:val="24"/>
              </w:rPr>
              <w:t xml:space="preserve"> -</w:t>
            </w:r>
            <w:r w:rsidRPr="00E93999">
              <w:rPr>
                <w:szCs w:val="24"/>
              </w:rPr>
              <w:t>聲音與光線感測器</w:t>
            </w:r>
            <w:r w:rsidRPr="00E93999">
              <w:rPr>
                <w:szCs w:val="24"/>
              </w:rPr>
              <w:t xml:space="preserve"> </w:t>
            </w:r>
          </w:p>
          <w:p w14:paraId="363658D3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DFA65DA" w14:textId="77777777" w:rsidR="00B37E52" w:rsidRPr="00E93999" w:rsidRDefault="00B37E52" w:rsidP="00106EC0">
            <w:pPr>
              <w:jc w:val="both"/>
              <w:rPr>
                <w:color w:val="7030A0"/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t-III-3</w:t>
            </w:r>
            <w:r w:rsidRPr="00E93999">
              <w:rPr>
                <w:szCs w:val="24"/>
              </w:rPr>
              <w:t>能應用運算思維描述問題解決的方法。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A2235CF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7-1 </w:t>
            </w: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 xml:space="preserve"> LED</w:t>
            </w:r>
            <w:r w:rsidRPr="00E93999">
              <w:rPr>
                <w:szCs w:val="24"/>
              </w:rPr>
              <w:t>座標與燈光</w:t>
            </w:r>
            <w:r w:rsidRPr="00E93999">
              <w:rPr>
                <w:szCs w:val="24"/>
              </w:rPr>
              <w:t xml:space="preserve"> </w:t>
            </w:r>
          </w:p>
          <w:p w14:paraId="3D772954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7-2 LED</w:t>
            </w:r>
            <w:r w:rsidRPr="00E93999">
              <w:rPr>
                <w:szCs w:val="24"/>
              </w:rPr>
              <w:t>與聲光共舞專題規劃</w:t>
            </w:r>
            <w:r w:rsidRPr="00E93999">
              <w:rPr>
                <w:szCs w:val="24"/>
              </w:rPr>
              <w:t xml:space="preserve">   </w:t>
            </w:r>
          </w:p>
          <w:p w14:paraId="1F796145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Planning</w:t>
            </w:r>
            <w:r w:rsidRPr="00E93999">
              <w:rPr>
                <w:szCs w:val="24"/>
              </w:rPr>
              <w:t>專題規劃</w:t>
            </w:r>
          </w:p>
          <w:p w14:paraId="0E95612C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執行流程</w:t>
            </w:r>
          </w:p>
          <w:p w14:paraId="13BD84F1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7-3 LED</w:t>
            </w:r>
            <w:r w:rsidRPr="00E93999">
              <w:rPr>
                <w:szCs w:val="24"/>
              </w:rPr>
              <w:t>與聲光共舞</w:t>
            </w:r>
            <w:r w:rsidRPr="00E93999">
              <w:rPr>
                <w:szCs w:val="24"/>
              </w:rPr>
              <w:t xml:space="preserve">Blocks </w:t>
            </w:r>
          </w:p>
          <w:p w14:paraId="68A1CE9D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805EAA" w14:textId="77777777" w:rsidR="00B37E52" w:rsidRPr="00E93999" w:rsidRDefault="00B37E52" w:rsidP="00B37E5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</w:t>
            </w:r>
            <w:proofErr w:type="spellEnd"/>
            <w:r w:rsidRPr="00E93999">
              <w:rPr>
                <w:rFonts w:eastAsia="標楷體"/>
              </w:rPr>
              <w:t>主板上光線與聲音感應器的</w:t>
            </w:r>
            <w:r w:rsidRPr="00E93999">
              <w:rPr>
                <w:rFonts w:eastAsia="標楷體"/>
                <w:bCs/>
                <w:kern w:val="0"/>
              </w:rPr>
              <w:t>原理。</w:t>
            </w:r>
          </w:p>
          <w:p w14:paraId="31BC5C60" w14:textId="77777777" w:rsidR="00B37E52" w:rsidRPr="00E93999" w:rsidRDefault="00B37E52" w:rsidP="00B37E5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能夠應用光線控制</w:t>
            </w:r>
            <w:r w:rsidRPr="00E93999">
              <w:rPr>
                <w:rFonts w:eastAsia="標楷體"/>
                <w:kern w:val="0"/>
              </w:rPr>
              <w:t>LED</w:t>
            </w:r>
            <w:r w:rsidRPr="00E93999">
              <w:rPr>
                <w:rFonts w:eastAsia="標楷體"/>
                <w:kern w:val="0"/>
              </w:rPr>
              <w:t>亮度。</w:t>
            </w:r>
          </w:p>
          <w:p w14:paraId="2230A6B1" w14:textId="77777777" w:rsidR="00B37E52" w:rsidRPr="00E93999" w:rsidRDefault="00B37E52" w:rsidP="00B37E5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能夠理解</w:t>
            </w:r>
            <w:r w:rsidRPr="00E93999">
              <w:rPr>
                <w:rFonts w:eastAsia="標楷體"/>
                <w:kern w:val="0"/>
              </w:rPr>
              <w:t>LED</w:t>
            </w:r>
            <w:r w:rsidRPr="00E93999">
              <w:rPr>
                <w:rFonts w:eastAsia="標楷體"/>
                <w:kern w:val="0"/>
              </w:rPr>
              <w:t>與座標。</w:t>
            </w:r>
          </w:p>
          <w:p w14:paraId="3F77A9A5" w14:textId="77777777" w:rsidR="00B37E52" w:rsidRPr="00E93999" w:rsidRDefault="00B37E52" w:rsidP="00B37E5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能夠應用座標控制每</w:t>
            </w:r>
            <w:proofErr w:type="gramStart"/>
            <w:r w:rsidRPr="00E93999">
              <w:rPr>
                <w:rFonts w:eastAsia="標楷體"/>
                <w:kern w:val="0"/>
              </w:rPr>
              <w:t>個</w:t>
            </w:r>
            <w:proofErr w:type="gramEnd"/>
            <w:r w:rsidRPr="00E93999">
              <w:rPr>
                <w:rFonts w:eastAsia="標楷體"/>
                <w:kern w:val="0"/>
              </w:rPr>
              <w:t>LED</w:t>
            </w:r>
            <w:r w:rsidRPr="00E93999">
              <w:rPr>
                <w:rFonts w:eastAsia="標楷體"/>
                <w:kern w:val="0"/>
              </w:rPr>
              <w:t>。</w:t>
            </w:r>
          </w:p>
          <w:p w14:paraId="6CB3F482" w14:textId="77777777" w:rsidR="00B37E52" w:rsidRPr="00E93999" w:rsidRDefault="00B37E52" w:rsidP="00B37E52">
            <w:pPr>
              <w:pStyle w:val="a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能夠應用計數</w:t>
            </w:r>
            <w:proofErr w:type="gramStart"/>
            <w:r w:rsidRPr="00E93999">
              <w:rPr>
                <w:rFonts w:eastAsia="標楷體"/>
                <w:kern w:val="0"/>
              </w:rPr>
              <w:t>迴</w:t>
            </w:r>
            <w:proofErr w:type="gramEnd"/>
            <w:r w:rsidRPr="00E93999">
              <w:rPr>
                <w:rFonts w:eastAsia="標楷體"/>
                <w:kern w:val="0"/>
              </w:rPr>
              <w:t>圈控制</w:t>
            </w:r>
            <w:r w:rsidRPr="00E93999">
              <w:rPr>
                <w:rFonts w:eastAsia="標楷體"/>
                <w:kern w:val="0"/>
              </w:rPr>
              <w:t>LED</w:t>
            </w:r>
            <w:r w:rsidRPr="00E93999">
              <w:rPr>
                <w:rFonts w:eastAsia="標楷體"/>
                <w:kern w:val="0"/>
              </w:rPr>
              <w:t>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EB809B3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座標與聲音、光線感測器</w:t>
            </w:r>
            <w:r w:rsidRPr="00E93999">
              <w:rPr>
                <w:szCs w:val="24"/>
              </w:rPr>
              <w:t xml:space="preserve"> </w:t>
            </w:r>
          </w:p>
          <w:p w14:paraId="0558F637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 LED</w:t>
            </w:r>
            <w:r w:rsidRPr="00E93999">
              <w:rPr>
                <w:szCs w:val="24"/>
              </w:rPr>
              <w:t>與聲光共舞</w:t>
            </w:r>
            <w:r w:rsidRPr="00E93999">
              <w:rPr>
                <w:szCs w:val="24"/>
              </w:rPr>
              <w:t xml:space="preserve"> </w:t>
            </w:r>
            <w:r w:rsidRPr="00E93999">
              <w:rPr>
                <w:szCs w:val="24"/>
              </w:rPr>
              <w:t>專題規劃</w:t>
            </w:r>
            <w:r w:rsidRPr="00E93999">
              <w:rPr>
                <w:szCs w:val="24"/>
              </w:rPr>
              <w:t xml:space="preserve">   </w:t>
            </w:r>
          </w:p>
          <w:p w14:paraId="40EA5BD2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 LED</w:t>
            </w:r>
            <w:r w:rsidRPr="00E93999">
              <w:rPr>
                <w:szCs w:val="24"/>
              </w:rPr>
              <w:t>與聲光共舞</w:t>
            </w:r>
            <w:r w:rsidRPr="00E93999">
              <w:rPr>
                <w:szCs w:val="24"/>
              </w:rPr>
              <w:t xml:space="preserve">  Blocks </w:t>
            </w:r>
          </w:p>
          <w:p w14:paraId="79D157D5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 LED</w:t>
            </w:r>
            <w:r w:rsidRPr="00E93999">
              <w:rPr>
                <w:szCs w:val="24"/>
              </w:rPr>
              <w:t>與聲光共舞</w:t>
            </w:r>
            <w:r w:rsidRPr="00E93999">
              <w:rPr>
                <w:szCs w:val="24"/>
              </w:rPr>
              <w:t xml:space="preserve"> </w:t>
            </w:r>
            <w:r w:rsidRPr="00E93999">
              <w:rPr>
                <w:szCs w:val="24"/>
              </w:rPr>
              <w:t>程式設計</w:t>
            </w:r>
            <w:r w:rsidRPr="00E93999">
              <w:rPr>
                <w:szCs w:val="24"/>
              </w:rPr>
              <w:t xml:space="preserve">  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6F2390B2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4272E27E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4C67CFEB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學習歷程檔案評量</w:t>
            </w:r>
          </w:p>
          <w:p w14:paraId="45A04389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304BBE74" w14:textId="77777777" w:rsidR="00B37E52" w:rsidRPr="00E93999" w:rsidRDefault="00B37E52" w:rsidP="00B37E52">
            <w:pPr>
              <w:pStyle w:val="aa"/>
              <w:numPr>
                <w:ilvl w:val="0"/>
                <w:numId w:val="29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64D64041" w14:textId="77777777" w:rsidR="00B37E52" w:rsidRPr="00E93999" w:rsidRDefault="00B37E52" w:rsidP="00B37E52">
            <w:pPr>
              <w:pStyle w:val="aa"/>
              <w:numPr>
                <w:ilvl w:val="0"/>
                <w:numId w:val="29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0A6BEED5" w14:textId="77777777" w:rsidR="00B37E52" w:rsidRPr="00E93999" w:rsidRDefault="00B37E52" w:rsidP="00B37E52">
            <w:pPr>
              <w:pStyle w:val="aa"/>
              <w:numPr>
                <w:ilvl w:val="0"/>
                <w:numId w:val="29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B37E52" w:rsidRPr="00E93999" w14:paraId="64EF73BA" w14:textId="77777777" w:rsidTr="00106EC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0BEE68D8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lastRenderedPageBreak/>
              <w:t>12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5438D021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22955B88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Chapter 7 LED</w:t>
            </w:r>
            <w:r w:rsidRPr="00E93999">
              <w:rPr>
                <w:szCs w:val="24"/>
              </w:rPr>
              <w:t>與聲光共舞</w:t>
            </w:r>
            <w:r w:rsidRPr="00E93999">
              <w:rPr>
                <w:szCs w:val="24"/>
              </w:rPr>
              <w:t xml:space="preserve"> -</w:t>
            </w:r>
            <w:r w:rsidRPr="00E93999">
              <w:rPr>
                <w:szCs w:val="24"/>
              </w:rPr>
              <w:t>聲音與光線感測器</w:t>
            </w:r>
            <w:r w:rsidRPr="00E93999">
              <w:rPr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6E52634" w14:textId="77777777" w:rsidR="00B37E52" w:rsidRPr="00E93999" w:rsidRDefault="00B37E52" w:rsidP="00106EC0">
            <w:pPr>
              <w:jc w:val="both"/>
              <w:rPr>
                <w:color w:val="7030A0"/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t-III-3</w:t>
            </w:r>
            <w:r w:rsidRPr="00E93999">
              <w:rPr>
                <w:szCs w:val="24"/>
              </w:rPr>
              <w:t>能應用運算思維描述問題解決的方法。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FF782C4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7-4 LED</w:t>
            </w:r>
            <w:r w:rsidRPr="00E93999">
              <w:rPr>
                <w:szCs w:val="24"/>
              </w:rPr>
              <w:t>與聲光共舞</w:t>
            </w:r>
            <w:r w:rsidRPr="00E93999">
              <w:rPr>
                <w:szCs w:val="24"/>
              </w:rPr>
              <w:t xml:space="preserve"> Coding </w:t>
            </w:r>
          </w:p>
          <w:p w14:paraId="456065EE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縱向點亮</w:t>
            </w:r>
            <w:r w:rsidRPr="00E93999">
              <w:rPr>
                <w:szCs w:val="24"/>
              </w:rPr>
              <w:t>LED</w:t>
            </w:r>
          </w:p>
          <w:p w14:paraId="1E33354D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模擬器點亮</w:t>
            </w:r>
            <w:r w:rsidRPr="00E93999">
              <w:rPr>
                <w:szCs w:val="24"/>
              </w:rPr>
              <w:t>LED</w:t>
            </w:r>
          </w:p>
          <w:p w14:paraId="2D909CA5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橫向切換</w:t>
            </w:r>
            <w:r w:rsidRPr="00E93999">
              <w:rPr>
                <w:szCs w:val="24"/>
              </w:rPr>
              <w:t>LED</w:t>
            </w:r>
            <w:r w:rsidRPr="00E93999">
              <w:rPr>
                <w:szCs w:val="24"/>
              </w:rPr>
              <w:t>開關</w:t>
            </w:r>
          </w:p>
          <w:p w14:paraId="1FD63F55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LED</w:t>
            </w:r>
            <w:r w:rsidRPr="00E93999">
              <w:rPr>
                <w:szCs w:val="24"/>
              </w:rPr>
              <w:t>與聲音共舞</w:t>
            </w:r>
          </w:p>
          <w:p w14:paraId="79486E1A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LED</w:t>
            </w:r>
            <w:r w:rsidRPr="00E93999">
              <w:rPr>
                <w:szCs w:val="24"/>
              </w:rPr>
              <w:t>與光線共舞</w:t>
            </w:r>
          </w:p>
          <w:p w14:paraId="6AB4CD8F" w14:textId="77777777" w:rsidR="00B37E52" w:rsidRPr="00E93999" w:rsidRDefault="00B37E52" w:rsidP="00106EC0">
            <w:pPr>
              <w:pStyle w:val="aa"/>
              <w:ind w:leftChars="0" w:left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7-5 LED</w:t>
            </w:r>
            <w:r w:rsidRPr="00E93999">
              <w:rPr>
                <w:rFonts w:eastAsia="標楷體"/>
              </w:rPr>
              <w:t>與聲光共舞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53ED95E" w14:textId="77777777" w:rsidR="00B37E52" w:rsidRPr="00E93999" w:rsidRDefault="00B37E52" w:rsidP="00B37E52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能夠應用聲音控制</w:t>
            </w:r>
            <w:r w:rsidRPr="00E93999">
              <w:rPr>
                <w:rFonts w:eastAsia="標楷體"/>
              </w:rPr>
              <w:t>LED</w:t>
            </w:r>
            <w:r w:rsidRPr="00E93999">
              <w:rPr>
                <w:rFonts w:eastAsia="標楷體"/>
              </w:rPr>
              <w:t>。</w:t>
            </w:r>
          </w:p>
          <w:p w14:paraId="4725ACA3" w14:textId="77777777" w:rsidR="00B37E52" w:rsidRPr="00E93999" w:rsidRDefault="00B37E52" w:rsidP="00B37E52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能夠理解</w:t>
            </w:r>
            <w:r w:rsidRPr="00E93999">
              <w:rPr>
                <w:rFonts w:eastAsia="標楷體"/>
                <w:kern w:val="0"/>
              </w:rPr>
              <w:t>LED</w:t>
            </w:r>
            <w:r w:rsidRPr="00E93999">
              <w:rPr>
                <w:rFonts w:eastAsia="標楷體"/>
                <w:kern w:val="0"/>
              </w:rPr>
              <w:t>與座標。</w:t>
            </w:r>
          </w:p>
          <w:p w14:paraId="0B5CB99E" w14:textId="77777777" w:rsidR="00B37E52" w:rsidRPr="00E93999" w:rsidRDefault="00B37E52" w:rsidP="00B37E52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能夠應用座標控制每</w:t>
            </w:r>
            <w:proofErr w:type="gramStart"/>
            <w:r w:rsidRPr="00E93999">
              <w:rPr>
                <w:rFonts w:eastAsia="標楷體"/>
                <w:kern w:val="0"/>
              </w:rPr>
              <w:t>個</w:t>
            </w:r>
            <w:proofErr w:type="gramEnd"/>
            <w:r w:rsidRPr="00E93999">
              <w:rPr>
                <w:rFonts w:eastAsia="標楷體"/>
                <w:kern w:val="0"/>
              </w:rPr>
              <w:t>LED</w:t>
            </w:r>
            <w:r w:rsidRPr="00E93999">
              <w:rPr>
                <w:rFonts w:eastAsia="標楷體"/>
                <w:kern w:val="0"/>
              </w:rPr>
              <w:t>。</w:t>
            </w:r>
          </w:p>
          <w:p w14:paraId="7F49920D" w14:textId="77777777" w:rsidR="00B37E52" w:rsidRPr="00E93999" w:rsidRDefault="00B37E52" w:rsidP="00B37E52">
            <w:pPr>
              <w:pStyle w:val="aa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能夠應用計數</w:t>
            </w:r>
            <w:proofErr w:type="gramStart"/>
            <w:r w:rsidRPr="00E93999">
              <w:rPr>
                <w:rFonts w:eastAsia="標楷體"/>
                <w:kern w:val="0"/>
              </w:rPr>
              <w:t>迴</w:t>
            </w:r>
            <w:proofErr w:type="gramEnd"/>
            <w:r w:rsidRPr="00E93999">
              <w:rPr>
                <w:rFonts w:eastAsia="標楷體"/>
                <w:kern w:val="0"/>
              </w:rPr>
              <w:t>圈控制</w:t>
            </w:r>
            <w:r w:rsidRPr="00E93999">
              <w:rPr>
                <w:rFonts w:eastAsia="標楷體"/>
                <w:kern w:val="0"/>
              </w:rPr>
              <w:t>LED</w:t>
            </w:r>
            <w:r w:rsidRPr="00E93999">
              <w:rPr>
                <w:rFonts w:eastAsia="標楷體"/>
                <w:kern w:val="0"/>
              </w:rPr>
              <w:t>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474EAA4" w14:textId="77777777" w:rsidR="00B37E52" w:rsidRPr="00E93999" w:rsidRDefault="00B37E52" w:rsidP="00106EC0">
            <w:pPr>
              <w:rPr>
                <w:szCs w:val="24"/>
              </w:rPr>
            </w:pP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依</w:t>
            </w:r>
            <w:proofErr w:type="gramStart"/>
            <w:r w:rsidRPr="00E93999">
              <w:rPr>
                <w:szCs w:val="24"/>
              </w:rPr>
              <w:t>光線值點亮</w:t>
            </w:r>
            <w:proofErr w:type="gramEnd"/>
            <w:r w:rsidRPr="00E93999">
              <w:rPr>
                <w:szCs w:val="24"/>
              </w:rPr>
              <w:t xml:space="preserve"> LED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545A8166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2F230E82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6EF04CA4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學習歷程檔案評量</w:t>
            </w:r>
          </w:p>
          <w:p w14:paraId="13B9315B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42A73A9D" w14:textId="77777777" w:rsidR="00B37E52" w:rsidRPr="00E93999" w:rsidRDefault="00B37E52" w:rsidP="00B37E52">
            <w:pPr>
              <w:pStyle w:val="aa"/>
              <w:numPr>
                <w:ilvl w:val="0"/>
                <w:numId w:val="30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2480689C" w14:textId="77777777" w:rsidR="00B37E52" w:rsidRPr="00E93999" w:rsidRDefault="00B37E52" w:rsidP="00B37E52">
            <w:pPr>
              <w:pStyle w:val="aa"/>
              <w:numPr>
                <w:ilvl w:val="0"/>
                <w:numId w:val="30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6D39FEC3" w14:textId="77777777" w:rsidR="00B37E52" w:rsidRPr="00E93999" w:rsidRDefault="00B37E52" w:rsidP="00B37E52">
            <w:pPr>
              <w:pStyle w:val="aa"/>
              <w:numPr>
                <w:ilvl w:val="0"/>
                <w:numId w:val="30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B37E52" w:rsidRPr="00E93999" w14:paraId="4D2C0478" w14:textId="77777777" w:rsidTr="00106EC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51378E32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13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5B56F605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32290033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Chapter 8</w:t>
            </w:r>
            <w:r w:rsidRPr="00E93999">
              <w:rPr>
                <w:szCs w:val="24"/>
              </w:rPr>
              <w:t>班級選號機</w:t>
            </w:r>
            <w:r w:rsidRPr="00E93999">
              <w:rPr>
                <w:szCs w:val="24"/>
              </w:rPr>
              <w:t xml:space="preserve"> -</w:t>
            </w:r>
            <w:r w:rsidRPr="00E93999">
              <w:rPr>
                <w:szCs w:val="24"/>
              </w:rPr>
              <w:t>陣列</w:t>
            </w:r>
            <w:r w:rsidRPr="00E93999">
              <w:rPr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9F96AF5" w14:textId="77777777" w:rsidR="00B37E52" w:rsidRPr="00E93999" w:rsidRDefault="00B37E52" w:rsidP="00106EC0">
            <w:pPr>
              <w:autoSpaceDE w:val="0"/>
              <w:snapToGrid w:val="0"/>
              <w:spacing w:line="240" w:lineRule="atLeast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c-III-1</w:t>
            </w:r>
            <w:r w:rsidRPr="00E93999">
              <w:rPr>
                <w:szCs w:val="24"/>
              </w:rPr>
              <w:t>能認識常見的資訊科技共創工具的使用方法。</w:t>
            </w:r>
          </w:p>
          <w:p w14:paraId="20892F51" w14:textId="77777777" w:rsidR="00B37E52" w:rsidRPr="00E93999" w:rsidRDefault="00B37E52" w:rsidP="00106EC0">
            <w:pPr>
              <w:jc w:val="both"/>
              <w:rPr>
                <w:color w:val="7030A0"/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a-III-2</w:t>
            </w:r>
            <w:r w:rsidRPr="00E93999">
              <w:rPr>
                <w:szCs w:val="24"/>
              </w:rPr>
              <w:t>能建立康健的數位使用習慣與態度。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9E908FF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8-1 </w:t>
            </w: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陣列</w:t>
            </w:r>
          </w:p>
          <w:p w14:paraId="0C0AFEEC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建立陣列</w:t>
            </w:r>
          </w:p>
          <w:p w14:paraId="1CE266DF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讀取陣列</w:t>
            </w:r>
          </w:p>
          <w:p w14:paraId="34914943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編輯陣列</w:t>
            </w:r>
          </w:p>
          <w:p w14:paraId="44B4576C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8-2 </w:t>
            </w:r>
            <w:r w:rsidRPr="00E93999">
              <w:rPr>
                <w:szCs w:val="24"/>
              </w:rPr>
              <w:t>班級選號機專題規劃</w:t>
            </w:r>
            <w:r w:rsidRPr="00E93999">
              <w:rPr>
                <w:szCs w:val="24"/>
              </w:rPr>
              <w:t xml:space="preserve"> </w:t>
            </w:r>
          </w:p>
          <w:p w14:paraId="558A9A08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8-3 </w:t>
            </w:r>
            <w:r w:rsidRPr="00E93999">
              <w:rPr>
                <w:szCs w:val="24"/>
              </w:rPr>
              <w:t>班級選號機</w:t>
            </w:r>
            <w:r w:rsidRPr="00E93999">
              <w:rPr>
                <w:szCs w:val="24"/>
              </w:rPr>
              <w:t xml:space="preserve"> Blocks  </w:t>
            </w:r>
          </w:p>
          <w:p w14:paraId="41440FE7" w14:textId="77777777" w:rsidR="00B37E52" w:rsidRPr="00E93999" w:rsidRDefault="00B37E52" w:rsidP="00106EC0">
            <w:pPr>
              <w:rPr>
                <w:kern w:val="0"/>
                <w:szCs w:val="24"/>
              </w:rPr>
            </w:pP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B22F971" w14:textId="77777777" w:rsidR="00B37E52" w:rsidRPr="00E93999" w:rsidRDefault="00B37E52" w:rsidP="00B37E52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  <w:bCs/>
                <w:kern w:val="0"/>
              </w:rPr>
              <w:t>陣列原理。</w:t>
            </w:r>
          </w:p>
          <w:p w14:paraId="37C84CCD" w14:textId="77777777" w:rsidR="00B37E52" w:rsidRPr="00E93999" w:rsidRDefault="00B37E52" w:rsidP="00B37E52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能夠將陣列概念應用在生活中。</w:t>
            </w:r>
          </w:p>
          <w:p w14:paraId="1A372BEB" w14:textId="77777777" w:rsidR="00B37E52" w:rsidRPr="00E93999" w:rsidRDefault="00B37E52" w:rsidP="00B37E52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能夠創建陣列並在陣列中搜尋資料。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19C88DF" w14:textId="77777777" w:rsidR="00B37E52" w:rsidRPr="00E93999" w:rsidRDefault="00B37E52" w:rsidP="00106EC0">
            <w:pPr>
              <w:rPr>
                <w:szCs w:val="24"/>
              </w:rPr>
            </w:pP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陣列</w:t>
            </w:r>
          </w:p>
          <w:p w14:paraId="7D3BBD2F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專題規劃</w:t>
            </w:r>
            <w:r w:rsidRPr="00E93999">
              <w:rPr>
                <w:szCs w:val="24"/>
              </w:rPr>
              <w:t xml:space="preserve"> </w:t>
            </w:r>
          </w:p>
          <w:p w14:paraId="77D59CAC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陣列選號機</w:t>
            </w:r>
            <w:r w:rsidRPr="00E93999">
              <w:rPr>
                <w:szCs w:val="24"/>
              </w:rPr>
              <w:t xml:space="preserve"> Blocks  </w:t>
            </w:r>
          </w:p>
          <w:p w14:paraId="58E86234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陣列選號機程式設計</w:t>
            </w:r>
          </w:p>
          <w:p w14:paraId="660C3822" w14:textId="77777777" w:rsidR="00B37E52" w:rsidRPr="00E93999" w:rsidRDefault="00B37E52" w:rsidP="00106EC0">
            <w:pPr>
              <w:spacing w:line="320" w:lineRule="exact"/>
              <w:rPr>
                <w:szCs w:val="24"/>
              </w:rPr>
            </w:pP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7DD268FC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0C127653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3B51FB7C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學習歷程檔案評量</w:t>
            </w:r>
          </w:p>
          <w:p w14:paraId="532999C4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7DFCC63F" w14:textId="77777777" w:rsidR="00B37E52" w:rsidRPr="00E93999" w:rsidRDefault="00B37E52" w:rsidP="00B37E52">
            <w:pPr>
              <w:pStyle w:val="aa"/>
              <w:numPr>
                <w:ilvl w:val="0"/>
                <w:numId w:val="31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654E5B1E" w14:textId="77777777" w:rsidR="00B37E52" w:rsidRPr="00E93999" w:rsidRDefault="00B37E52" w:rsidP="00B37E52">
            <w:pPr>
              <w:pStyle w:val="aa"/>
              <w:numPr>
                <w:ilvl w:val="0"/>
                <w:numId w:val="31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0A0A6E09" w14:textId="77777777" w:rsidR="00B37E52" w:rsidRPr="00E93999" w:rsidRDefault="00B37E52" w:rsidP="00B37E52">
            <w:pPr>
              <w:pStyle w:val="aa"/>
              <w:numPr>
                <w:ilvl w:val="0"/>
                <w:numId w:val="31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B37E52" w:rsidRPr="00E93999" w14:paraId="75041E3B" w14:textId="77777777" w:rsidTr="00106EC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2CB44816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14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1B3E3B54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3D76B5FF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Chapter 8</w:t>
            </w:r>
            <w:r w:rsidRPr="00E93999">
              <w:rPr>
                <w:szCs w:val="24"/>
              </w:rPr>
              <w:t>班級選號機</w:t>
            </w:r>
            <w:r w:rsidRPr="00E93999">
              <w:rPr>
                <w:szCs w:val="24"/>
              </w:rPr>
              <w:t xml:space="preserve"> -</w:t>
            </w:r>
            <w:r w:rsidRPr="00E93999">
              <w:rPr>
                <w:szCs w:val="24"/>
              </w:rPr>
              <w:t>陣列</w:t>
            </w:r>
            <w:r w:rsidRPr="00E93999">
              <w:rPr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E30BF1F" w14:textId="77777777" w:rsidR="00B37E52" w:rsidRPr="00E93999" w:rsidRDefault="00B37E52" w:rsidP="00106EC0">
            <w:pPr>
              <w:jc w:val="both"/>
              <w:rPr>
                <w:color w:val="7030A0"/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t-III-3</w:t>
            </w:r>
            <w:r w:rsidRPr="00E93999">
              <w:rPr>
                <w:szCs w:val="24"/>
              </w:rPr>
              <w:t>能應用運算思維描述問題解決的方法。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F20C6AC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8-4</w:t>
            </w:r>
            <w:r w:rsidRPr="00E93999">
              <w:rPr>
                <w:szCs w:val="24"/>
              </w:rPr>
              <w:t>班級選號機</w:t>
            </w:r>
            <w:r w:rsidRPr="00E93999">
              <w:rPr>
                <w:szCs w:val="24"/>
              </w:rPr>
              <w:t xml:space="preserve"> Coding </w:t>
            </w:r>
          </w:p>
          <w:p w14:paraId="2772C074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8-5 </w:t>
            </w:r>
            <w:r w:rsidRPr="00E93999">
              <w:rPr>
                <w:szCs w:val="24"/>
              </w:rPr>
              <w:t>模擬器隨機選號</w:t>
            </w:r>
            <w:r w:rsidRPr="00E93999">
              <w:rPr>
                <w:szCs w:val="24"/>
              </w:rPr>
              <w:t xml:space="preserve">  </w:t>
            </w:r>
          </w:p>
          <w:p w14:paraId="784DE14D" w14:textId="77777777" w:rsidR="00B37E52" w:rsidRPr="00E93999" w:rsidRDefault="00B37E52" w:rsidP="00106EC0">
            <w:pPr>
              <w:rPr>
                <w:kern w:val="0"/>
                <w:szCs w:val="24"/>
              </w:rPr>
            </w:pPr>
            <w:r w:rsidRPr="00E93999">
              <w:rPr>
                <w:szCs w:val="24"/>
              </w:rPr>
              <w:t xml:space="preserve">8-6 </w:t>
            </w: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隨機選號</w:t>
            </w:r>
            <w:r w:rsidRPr="00E93999">
              <w:rPr>
                <w:szCs w:val="24"/>
              </w:rPr>
              <w:t xml:space="preserve"> 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EC94BE5" w14:textId="77777777" w:rsidR="00B37E52" w:rsidRPr="00E93999" w:rsidRDefault="00B37E52" w:rsidP="00B37E5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理解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  <w:bCs/>
                <w:kern w:val="0"/>
              </w:rPr>
              <w:t>陣列原理。</w:t>
            </w:r>
          </w:p>
          <w:p w14:paraId="6B717305" w14:textId="77777777" w:rsidR="00B37E52" w:rsidRPr="00E93999" w:rsidRDefault="00B37E52" w:rsidP="00B37E5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能夠將陣列概念應用在生活中。</w:t>
            </w:r>
          </w:p>
          <w:p w14:paraId="7A56770E" w14:textId="77777777" w:rsidR="00B37E52" w:rsidRPr="00E93999" w:rsidRDefault="00B37E52" w:rsidP="00B37E52">
            <w:pPr>
              <w:pStyle w:val="aa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能夠創建陣列並在陣列中搜尋資料。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222582F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模擬器隨機選號</w:t>
            </w:r>
            <w:r w:rsidRPr="00E93999">
              <w:rPr>
                <w:szCs w:val="24"/>
              </w:rPr>
              <w:t xml:space="preserve">  </w:t>
            </w:r>
          </w:p>
          <w:p w14:paraId="5A9DE5E7" w14:textId="77777777" w:rsidR="00B37E52" w:rsidRPr="00E93999" w:rsidRDefault="00B37E52" w:rsidP="00106EC0">
            <w:pPr>
              <w:rPr>
                <w:szCs w:val="24"/>
              </w:rPr>
            </w:pP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隨機選號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7689BF28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1D77657B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087CF495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學習歷程檔案評量</w:t>
            </w:r>
          </w:p>
          <w:p w14:paraId="3CBFA3E3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EFF184E" w14:textId="77777777" w:rsidR="00B37E52" w:rsidRPr="00E93999" w:rsidRDefault="00B37E52" w:rsidP="00B37E52">
            <w:pPr>
              <w:pStyle w:val="aa"/>
              <w:numPr>
                <w:ilvl w:val="0"/>
                <w:numId w:val="32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3B541DD6" w14:textId="77777777" w:rsidR="00B37E52" w:rsidRPr="00E93999" w:rsidRDefault="00B37E52" w:rsidP="00B37E52">
            <w:pPr>
              <w:pStyle w:val="aa"/>
              <w:numPr>
                <w:ilvl w:val="0"/>
                <w:numId w:val="32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250968BF" w14:textId="77777777" w:rsidR="00B37E52" w:rsidRPr="00E93999" w:rsidRDefault="00B37E52" w:rsidP="00B37E52">
            <w:pPr>
              <w:pStyle w:val="aa"/>
              <w:numPr>
                <w:ilvl w:val="0"/>
                <w:numId w:val="32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B37E52" w:rsidRPr="00E93999" w14:paraId="3643FD9E" w14:textId="77777777" w:rsidTr="00106EC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3A08BC23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15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7C266A8B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68D262E9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Chapter 9</w:t>
            </w:r>
            <w:r w:rsidRPr="00E93999">
              <w:rPr>
                <w:szCs w:val="24"/>
              </w:rPr>
              <w:lastRenderedPageBreak/>
              <w:t>藍牙連線遊戲</w:t>
            </w:r>
            <w:r w:rsidRPr="00E93999">
              <w:rPr>
                <w:szCs w:val="24"/>
              </w:rPr>
              <w:t xml:space="preserve"> -</w:t>
            </w:r>
            <w:r w:rsidRPr="00E93999">
              <w:rPr>
                <w:szCs w:val="24"/>
              </w:rPr>
              <w:t>骰子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A296DC4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lastRenderedPageBreak/>
              <w:t>資</w:t>
            </w:r>
            <w:r w:rsidRPr="00E93999">
              <w:rPr>
                <w:szCs w:val="24"/>
              </w:rPr>
              <w:t>c-III-2</w:t>
            </w:r>
            <w:r w:rsidRPr="00E93999">
              <w:rPr>
                <w:szCs w:val="24"/>
              </w:rPr>
              <w:t>能使用</w:t>
            </w:r>
            <w:r w:rsidRPr="00E93999">
              <w:rPr>
                <w:szCs w:val="24"/>
              </w:rPr>
              <w:lastRenderedPageBreak/>
              <w:t>資訊科技與他人合作產出想法與作品。</w:t>
            </w:r>
          </w:p>
          <w:p w14:paraId="5264F256" w14:textId="77777777" w:rsidR="00B37E52" w:rsidRPr="00E93999" w:rsidRDefault="00B37E52" w:rsidP="00106EC0">
            <w:pPr>
              <w:jc w:val="both"/>
              <w:rPr>
                <w:color w:val="7030A0"/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p-III-2</w:t>
            </w:r>
            <w:r w:rsidRPr="00E93999">
              <w:rPr>
                <w:szCs w:val="24"/>
              </w:rPr>
              <w:t>能使用資訊科技與他人建立良好的互動關係。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5B1A9EF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lastRenderedPageBreak/>
              <w:t xml:space="preserve">9-1 </w:t>
            </w:r>
            <w:r w:rsidRPr="00E93999">
              <w:rPr>
                <w:szCs w:val="24"/>
              </w:rPr>
              <w:t>骰子遊戲專題</w:t>
            </w:r>
            <w:r w:rsidRPr="00E93999">
              <w:rPr>
                <w:szCs w:val="24"/>
              </w:rPr>
              <w:lastRenderedPageBreak/>
              <w:t>規劃</w:t>
            </w:r>
            <w:r w:rsidRPr="00E93999">
              <w:rPr>
                <w:szCs w:val="24"/>
              </w:rPr>
              <w:t xml:space="preserve"> </w:t>
            </w:r>
          </w:p>
          <w:p w14:paraId="0BD0DD64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9-2 </w:t>
            </w:r>
            <w:r w:rsidRPr="00E93999">
              <w:rPr>
                <w:szCs w:val="24"/>
              </w:rPr>
              <w:t>骰子遊戲</w:t>
            </w:r>
            <w:r w:rsidRPr="00E93999">
              <w:rPr>
                <w:szCs w:val="24"/>
              </w:rPr>
              <w:t xml:space="preserve"> Blocks</w:t>
            </w:r>
          </w:p>
          <w:p w14:paraId="66C9F535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9-3</w:t>
            </w:r>
            <w:r w:rsidRPr="00E93999">
              <w:rPr>
                <w:szCs w:val="24"/>
              </w:rPr>
              <w:t>骰子遊戲</w:t>
            </w:r>
            <w:r w:rsidRPr="00E93999">
              <w:rPr>
                <w:szCs w:val="24"/>
              </w:rPr>
              <w:t xml:space="preserve"> Coding </w:t>
            </w:r>
          </w:p>
          <w:p w14:paraId="6CD0CEB7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玩家</w:t>
            </w:r>
            <w:r w:rsidRPr="00E93999">
              <w:rPr>
                <w:szCs w:val="24"/>
              </w:rPr>
              <w:t>1</w:t>
            </w:r>
            <w:r w:rsidRPr="00E93999">
              <w:rPr>
                <w:szCs w:val="24"/>
              </w:rPr>
              <w:t>與玩家</w:t>
            </w:r>
            <w:r w:rsidRPr="00E93999">
              <w:rPr>
                <w:szCs w:val="24"/>
              </w:rPr>
              <w:t>2</w:t>
            </w:r>
            <w:r w:rsidRPr="00E93999">
              <w:rPr>
                <w:szCs w:val="24"/>
              </w:rPr>
              <w:t>隨機出現點數</w:t>
            </w:r>
          </w:p>
          <w:p w14:paraId="219721DE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玩家</w:t>
            </w:r>
            <w:r w:rsidRPr="00E93999">
              <w:rPr>
                <w:szCs w:val="24"/>
              </w:rPr>
              <w:t>2</w:t>
            </w:r>
            <w:r w:rsidRPr="00E93999">
              <w:rPr>
                <w:szCs w:val="24"/>
              </w:rPr>
              <w:t>判斷結果</w:t>
            </w:r>
          </w:p>
          <w:p w14:paraId="3DFAFDF7" w14:textId="77777777" w:rsidR="00B37E52" w:rsidRPr="00E93999" w:rsidRDefault="00B37E52" w:rsidP="00106EC0">
            <w:pPr>
              <w:spacing w:line="300" w:lineRule="exact"/>
              <w:rPr>
                <w:szCs w:val="24"/>
              </w:rPr>
            </w:pP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0EDCF09" w14:textId="77777777" w:rsidR="00B37E52" w:rsidRPr="00E93999" w:rsidRDefault="00B37E52" w:rsidP="00B37E52">
            <w:pPr>
              <w:pStyle w:val="a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lastRenderedPageBreak/>
              <w:t>能夠應用廣播設</w:t>
            </w:r>
            <w:r w:rsidRPr="00E93999">
              <w:rPr>
                <w:rFonts w:eastAsia="標楷體"/>
              </w:rPr>
              <w:lastRenderedPageBreak/>
              <w:t>計連線遊戲</w:t>
            </w:r>
            <w:r w:rsidRPr="00E93999">
              <w:rPr>
                <w:rFonts w:eastAsia="標楷體"/>
                <w:bCs/>
                <w:kern w:val="0"/>
              </w:rPr>
              <w:t>。</w:t>
            </w:r>
          </w:p>
          <w:p w14:paraId="1E2C7219" w14:textId="77777777" w:rsidR="00B37E52" w:rsidRPr="00E93999" w:rsidRDefault="00B37E52" w:rsidP="00B37E52">
            <w:pPr>
              <w:pStyle w:val="a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能夠應用如果</w:t>
            </w:r>
            <w:r w:rsidRPr="00E93999">
              <w:rPr>
                <w:rFonts w:eastAsia="標楷體"/>
              </w:rPr>
              <w:t>-</w:t>
            </w:r>
            <w:r w:rsidRPr="00E93999">
              <w:rPr>
                <w:rFonts w:eastAsia="標楷體"/>
              </w:rPr>
              <w:t>那麼邏輯判斷。</w:t>
            </w:r>
          </w:p>
          <w:p w14:paraId="2A21FD27" w14:textId="77777777" w:rsidR="00B37E52" w:rsidRPr="00E93999" w:rsidRDefault="00B37E52" w:rsidP="00B37E52">
            <w:pPr>
              <w:pStyle w:val="a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能夠應用變數概念。</w:t>
            </w:r>
          </w:p>
          <w:p w14:paraId="74F9935D" w14:textId="77777777" w:rsidR="00B37E52" w:rsidRPr="00E93999" w:rsidRDefault="00B37E52" w:rsidP="00B37E52">
            <w:pPr>
              <w:pStyle w:val="a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能夠設計</w:t>
            </w:r>
            <w:proofErr w:type="gramStart"/>
            <w:r w:rsidRPr="00E93999">
              <w:rPr>
                <w:rFonts w:eastAsia="標楷體"/>
                <w:kern w:val="0"/>
              </w:rPr>
              <w:t>隨機取數</w:t>
            </w:r>
            <w:proofErr w:type="gramEnd"/>
            <w:r w:rsidRPr="00E93999">
              <w:rPr>
                <w:rFonts w:eastAsia="標楷體"/>
                <w:kern w:val="0"/>
              </w:rPr>
              <w:t>。</w:t>
            </w:r>
          </w:p>
          <w:p w14:paraId="25973A97" w14:textId="77777777" w:rsidR="00B37E52" w:rsidRPr="00E93999" w:rsidRDefault="00B37E52" w:rsidP="00B37E52">
            <w:pPr>
              <w:pStyle w:val="a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能夠應用如果</w:t>
            </w:r>
            <w:r w:rsidRPr="00E93999">
              <w:rPr>
                <w:rFonts w:eastAsia="標楷體"/>
                <w:kern w:val="0"/>
              </w:rPr>
              <w:t>-</w:t>
            </w:r>
            <w:r w:rsidRPr="00E93999">
              <w:rPr>
                <w:rFonts w:eastAsia="標楷體"/>
                <w:kern w:val="0"/>
              </w:rPr>
              <w:t>那麼</w:t>
            </w:r>
            <w:r w:rsidRPr="00E93999">
              <w:rPr>
                <w:rFonts w:eastAsia="標楷體"/>
                <w:kern w:val="0"/>
              </w:rPr>
              <w:t>-</w:t>
            </w:r>
            <w:r w:rsidRPr="00E93999">
              <w:rPr>
                <w:rFonts w:eastAsia="標楷體"/>
                <w:kern w:val="0"/>
              </w:rPr>
              <w:t>否則邏輯判斷比較結果。</w:t>
            </w:r>
          </w:p>
          <w:p w14:paraId="35AF8A99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A64DDF5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lastRenderedPageBreak/>
              <w:t>專題規劃</w:t>
            </w:r>
            <w:r w:rsidRPr="00E93999">
              <w:rPr>
                <w:szCs w:val="24"/>
              </w:rPr>
              <w:t xml:space="preserve"> </w:t>
            </w:r>
          </w:p>
          <w:p w14:paraId="7AA3D9B1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lastRenderedPageBreak/>
              <w:t>連線骰子遊戲</w:t>
            </w:r>
            <w:r w:rsidRPr="00E93999">
              <w:rPr>
                <w:szCs w:val="24"/>
              </w:rPr>
              <w:t xml:space="preserve"> Blocks</w:t>
            </w:r>
          </w:p>
          <w:p w14:paraId="7AE34565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連線骰子遊戲程式設計</w:t>
            </w:r>
          </w:p>
          <w:p w14:paraId="7BEA3BAF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模擬器顯示骰子點數</w:t>
            </w:r>
          </w:p>
          <w:p w14:paraId="64009C7D" w14:textId="77777777" w:rsidR="00B37E52" w:rsidRPr="00E93999" w:rsidRDefault="00B37E52" w:rsidP="00106EC0">
            <w:pPr>
              <w:jc w:val="both"/>
              <w:rPr>
                <w:szCs w:val="24"/>
              </w:rPr>
            </w:pP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06804141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lastRenderedPageBreak/>
              <w:t>口頭評量</w:t>
            </w:r>
          </w:p>
          <w:p w14:paraId="015405ED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lastRenderedPageBreak/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0F740821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</w:t>
            </w:r>
          </w:p>
          <w:p w14:paraId="716881D9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514A5F73" w14:textId="77777777" w:rsidR="00B37E52" w:rsidRPr="00E93999" w:rsidRDefault="00B37E52" w:rsidP="00B37E52">
            <w:pPr>
              <w:pStyle w:val="aa"/>
              <w:numPr>
                <w:ilvl w:val="0"/>
                <w:numId w:val="33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lastRenderedPageBreak/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</w:t>
            </w:r>
            <w:r w:rsidRPr="00E93999">
              <w:rPr>
                <w:rFonts w:eastAsia="標楷體"/>
              </w:rPr>
              <w:lastRenderedPageBreak/>
              <w:t>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2D3C9984" w14:textId="77777777" w:rsidR="00B37E52" w:rsidRPr="00E93999" w:rsidRDefault="00B37E52" w:rsidP="00B37E52">
            <w:pPr>
              <w:pStyle w:val="aa"/>
              <w:numPr>
                <w:ilvl w:val="0"/>
                <w:numId w:val="33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08DA3586" w14:textId="77777777" w:rsidR="00B37E52" w:rsidRPr="00E93999" w:rsidRDefault="00B37E52" w:rsidP="00B37E52">
            <w:pPr>
              <w:pStyle w:val="aa"/>
              <w:numPr>
                <w:ilvl w:val="0"/>
                <w:numId w:val="33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B37E52" w:rsidRPr="00E93999" w14:paraId="195698BE" w14:textId="77777777" w:rsidTr="00106EC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965691E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lastRenderedPageBreak/>
              <w:t>16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727E921D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7CB86A27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Chapter 9</w:t>
            </w:r>
            <w:r w:rsidRPr="00E93999">
              <w:rPr>
                <w:szCs w:val="24"/>
              </w:rPr>
              <w:t>藍牙連線遊戲</w:t>
            </w:r>
            <w:r w:rsidRPr="00E93999">
              <w:rPr>
                <w:szCs w:val="24"/>
              </w:rPr>
              <w:t xml:space="preserve"> -</w:t>
            </w:r>
            <w:r w:rsidRPr="00E93999">
              <w:rPr>
                <w:szCs w:val="24"/>
              </w:rPr>
              <w:t>骰子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9CD51AE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c-III-2</w:t>
            </w:r>
            <w:r w:rsidRPr="00E93999">
              <w:rPr>
                <w:szCs w:val="24"/>
              </w:rPr>
              <w:t>能使用資訊科技與他人合作產出想法與作品。</w:t>
            </w:r>
          </w:p>
          <w:p w14:paraId="64C34F42" w14:textId="77777777" w:rsidR="00B37E52" w:rsidRPr="00E93999" w:rsidRDefault="00B37E52" w:rsidP="00106EC0">
            <w:pPr>
              <w:jc w:val="both"/>
              <w:rPr>
                <w:color w:val="7030A0"/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p-III-2</w:t>
            </w:r>
            <w:r w:rsidRPr="00E93999">
              <w:rPr>
                <w:szCs w:val="24"/>
              </w:rPr>
              <w:t>能使用資訊科技與他人建立良好的互動關係。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3C48905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9-4 </w:t>
            </w:r>
            <w:r w:rsidRPr="00E93999">
              <w:rPr>
                <w:szCs w:val="24"/>
              </w:rPr>
              <w:t>模擬器顯示骰子點數</w:t>
            </w:r>
          </w:p>
          <w:p w14:paraId="15C949D4" w14:textId="77777777" w:rsidR="00B37E52" w:rsidRPr="00E93999" w:rsidRDefault="00B37E52" w:rsidP="00106EC0">
            <w:pPr>
              <w:spacing w:line="300" w:lineRule="exact"/>
              <w:rPr>
                <w:szCs w:val="24"/>
              </w:rPr>
            </w:pPr>
            <w:r w:rsidRPr="00E93999">
              <w:rPr>
                <w:szCs w:val="24"/>
              </w:rPr>
              <w:t xml:space="preserve">9-5 </w:t>
            </w:r>
            <w:r w:rsidRPr="00E93999">
              <w:rPr>
                <w:szCs w:val="24"/>
              </w:rPr>
              <w:t>藍牙連線骰子遊戲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62208A7" w14:textId="77777777" w:rsidR="00B37E52" w:rsidRPr="00E93999" w:rsidRDefault="00B37E52" w:rsidP="00B37E52">
            <w:pPr>
              <w:pStyle w:val="a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能夠應用廣播設計連線遊戲</w:t>
            </w:r>
            <w:r w:rsidRPr="00E93999">
              <w:rPr>
                <w:rFonts w:eastAsia="標楷體"/>
                <w:bCs/>
                <w:kern w:val="0"/>
              </w:rPr>
              <w:t>。</w:t>
            </w:r>
          </w:p>
          <w:p w14:paraId="42B2E92D" w14:textId="77777777" w:rsidR="00B37E52" w:rsidRPr="00E93999" w:rsidRDefault="00B37E52" w:rsidP="00B37E52">
            <w:pPr>
              <w:pStyle w:val="a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能夠應用如果</w:t>
            </w:r>
            <w:r w:rsidRPr="00E93999">
              <w:rPr>
                <w:rFonts w:eastAsia="標楷體"/>
              </w:rPr>
              <w:t>-</w:t>
            </w:r>
            <w:r w:rsidRPr="00E93999">
              <w:rPr>
                <w:rFonts w:eastAsia="標楷體"/>
              </w:rPr>
              <w:t>那麼邏輯判斷。</w:t>
            </w:r>
          </w:p>
          <w:p w14:paraId="64A83C83" w14:textId="77777777" w:rsidR="00B37E52" w:rsidRPr="00E93999" w:rsidRDefault="00B37E52" w:rsidP="00B37E52">
            <w:pPr>
              <w:pStyle w:val="a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能夠應用變數概念。</w:t>
            </w:r>
          </w:p>
          <w:p w14:paraId="25264D46" w14:textId="77777777" w:rsidR="00B37E52" w:rsidRPr="00E93999" w:rsidRDefault="00B37E52" w:rsidP="00B37E52">
            <w:pPr>
              <w:pStyle w:val="a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能夠設計</w:t>
            </w:r>
            <w:proofErr w:type="gramStart"/>
            <w:r w:rsidRPr="00E93999">
              <w:rPr>
                <w:rFonts w:eastAsia="標楷體"/>
                <w:kern w:val="0"/>
              </w:rPr>
              <w:t>隨機取數</w:t>
            </w:r>
            <w:proofErr w:type="gramEnd"/>
            <w:r w:rsidRPr="00E93999">
              <w:rPr>
                <w:rFonts w:eastAsia="標楷體"/>
                <w:kern w:val="0"/>
              </w:rPr>
              <w:t>。</w:t>
            </w:r>
          </w:p>
          <w:p w14:paraId="496F4E8C" w14:textId="77777777" w:rsidR="00B37E52" w:rsidRPr="00E93999" w:rsidRDefault="00B37E52" w:rsidP="00B37E52">
            <w:pPr>
              <w:pStyle w:val="aa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能夠應用如果</w:t>
            </w:r>
            <w:r w:rsidRPr="00E93999">
              <w:rPr>
                <w:rFonts w:eastAsia="標楷體"/>
                <w:kern w:val="0"/>
              </w:rPr>
              <w:t>-</w:t>
            </w:r>
            <w:r w:rsidRPr="00E93999">
              <w:rPr>
                <w:rFonts w:eastAsia="標楷體"/>
                <w:kern w:val="0"/>
              </w:rPr>
              <w:t>那麼</w:t>
            </w:r>
            <w:r w:rsidRPr="00E93999">
              <w:rPr>
                <w:rFonts w:eastAsia="標楷體"/>
                <w:kern w:val="0"/>
              </w:rPr>
              <w:t>-</w:t>
            </w:r>
            <w:r w:rsidRPr="00E93999">
              <w:rPr>
                <w:rFonts w:eastAsia="標楷體"/>
                <w:kern w:val="0"/>
              </w:rPr>
              <w:t>否則邏輯判斷比較結果。</w:t>
            </w:r>
          </w:p>
          <w:p w14:paraId="4E251BB6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0A50092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模擬器顯示骰子點數</w:t>
            </w:r>
          </w:p>
          <w:p w14:paraId="55138049" w14:textId="77777777" w:rsidR="00B37E52" w:rsidRPr="00E93999" w:rsidRDefault="00B37E52" w:rsidP="00106EC0">
            <w:pPr>
              <w:spacing w:line="320" w:lineRule="exact"/>
              <w:rPr>
                <w:szCs w:val="24"/>
              </w:rPr>
            </w:pP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顯示</w:t>
            </w:r>
          </w:p>
          <w:p w14:paraId="682D408B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骰子點數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2B11F980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6B9D77A4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1303CE1C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</w:t>
            </w:r>
          </w:p>
          <w:p w14:paraId="1406C1A5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623F96A1" w14:textId="77777777" w:rsidR="00B37E52" w:rsidRPr="00E93999" w:rsidRDefault="00B37E52" w:rsidP="00B37E52">
            <w:pPr>
              <w:pStyle w:val="aa"/>
              <w:numPr>
                <w:ilvl w:val="0"/>
                <w:numId w:val="34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3C828777" w14:textId="77777777" w:rsidR="00B37E52" w:rsidRPr="00E93999" w:rsidRDefault="00B37E52" w:rsidP="00B37E52">
            <w:pPr>
              <w:pStyle w:val="aa"/>
              <w:numPr>
                <w:ilvl w:val="0"/>
                <w:numId w:val="34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7693A610" w14:textId="77777777" w:rsidR="00B37E52" w:rsidRPr="00E93999" w:rsidRDefault="00B37E52" w:rsidP="00B37E52">
            <w:pPr>
              <w:pStyle w:val="aa"/>
              <w:numPr>
                <w:ilvl w:val="0"/>
                <w:numId w:val="34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B37E52" w:rsidRPr="00E93999" w14:paraId="13F7AAA4" w14:textId="77777777" w:rsidTr="00106EC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2A2E7E47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17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54AF27AF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5E923FC3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Chapter 10</w:t>
            </w:r>
            <w:r w:rsidRPr="00E93999">
              <w:rPr>
                <w:szCs w:val="24"/>
              </w:rPr>
              <w:t>尋找亮點</w:t>
            </w:r>
            <w:r w:rsidRPr="00E93999">
              <w:rPr>
                <w:szCs w:val="24"/>
              </w:rPr>
              <w:t xml:space="preserve"> -</w:t>
            </w:r>
            <w:r w:rsidRPr="00E93999">
              <w:rPr>
                <w:szCs w:val="24"/>
              </w:rPr>
              <w:t>加速度感測器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BA4F7DA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p-III-1</w:t>
            </w:r>
            <w:r w:rsidRPr="00E93999">
              <w:rPr>
                <w:szCs w:val="24"/>
              </w:rPr>
              <w:t>能認識與使用資訊科技以表達想法。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2C54221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10-1 </w:t>
            </w: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遊戲與加速度感測器</w:t>
            </w:r>
            <w:r w:rsidRPr="00E93999">
              <w:rPr>
                <w:szCs w:val="24"/>
              </w:rPr>
              <w:t xml:space="preserve">  </w:t>
            </w:r>
          </w:p>
          <w:p w14:paraId="1486E753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10-2 </w:t>
            </w:r>
            <w:r w:rsidRPr="00E93999">
              <w:rPr>
                <w:szCs w:val="24"/>
              </w:rPr>
              <w:t>尋找亮點專題規劃</w:t>
            </w:r>
            <w:r w:rsidRPr="00E93999">
              <w:rPr>
                <w:szCs w:val="24"/>
              </w:rPr>
              <w:t xml:space="preserve"> </w:t>
            </w:r>
          </w:p>
          <w:p w14:paraId="16650E08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10-3</w:t>
            </w:r>
            <w:r w:rsidRPr="00E93999">
              <w:rPr>
                <w:szCs w:val="24"/>
              </w:rPr>
              <w:t>尋找亮點</w:t>
            </w:r>
            <w:r w:rsidRPr="00E93999">
              <w:rPr>
                <w:szCs w:val="24"/>
              </w:rPr>
              <w:t xml:space="preserve"> Blocks  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DD80932" w14:textId="77777777" w:rsidR="00B37E52" w:rsidRPr="00E93999" w:rsidRDefault="00B37E52" w:rsidP="00B37E52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能夠利用</w:t>
            </w:r>
            <w:r w:rsidRPr="00E93999">
              <w:rPr>
                <w:rFonts w:eastAsia="標楷體"/>
              </w:rPr>
              <w:t>LED</w:t>
            </w:r>
            <w:r w:rsidRPr="00E93999">
              <w:rPr>
                <w:rFonts w:eastAsia="標楷體"/>
              </w:rPr>
              <w:t>設計遊戲</w:t>
            </w:r>
            <w:r w:rsidRPr="00E93999">
              <w:rPr>
                <w:rFonts w:eastAsia="標楷體"/>
                <w:bCs/>
                <w:kern w:val="0"/>
              </w:rPr>
              <w:t>。</w:t>
            </w:r>
          </w:p>
          <w:p w14:paraId="23E59729" w14:textId="77777777" w:rsidR="00B37E52" w:rsidRPr="00E93999" w:rsidRDefault="00B37E52" w:rsidP="00B37E52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能夠創建遊戲角色。</w:t>
            </w:r>
          </w:p>
          <w:p w14:paraId="39E4CB20" w14:textId="77777777" w:rsidR="00B37E52" w:rsidRPr="00E93999" w:rsidRDefault="00B37E52" w:rsidP="00B37E52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能夠應用加速儀設計角色移動的方</w:t>
            </w:r>
            <w:r w:rsidRPr="00E93999">
              <w:rPr>
                <w:rFonts w:eastAsia="標楷體"/>
                <w:kern w:val="0"/>
              </w:rPr>
              <w:lastRenderedPageBreak/>
              <w:t>式。</w:t>
            </w:r>
          </w:p>
          <w:p w14:paraId="19514C31" w14:textId="77777777" w:rsidR="00B37E52" w:rsidRPr="00E93999" w:rsidRDefault="00B37E52" w:rsidP="00B37E52">
            <w:pPr>
              <w:pStyle w:val="aa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  <w:kern w:val="0"/>
              </w:rPr>
              <w:t>能夠設計遊戲的功能及動作。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EE4A4CD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lastRenderedPageBreak/>
              <w:t xml:space="preserve"> </w:t>
            </w:r>
            <w:r w:rsidRPr="00E93999">
              <w:rPr>
                <w:szCs w:val="24"/>
              </w:rPr>
              <w:t>碰碰</w:t>
            </w:r>
            <w:r w:rsidRPr="00E93999">
              <w:rPr>
                <w:szCs w:val="24"/>
              </w:rPr>
              <w:t xml:space="preserve"> LED</w:t>
            </w:r>
            <w:r w:rsidRPr="00E93999">
              <w:rPr>
                <w:szCs w:val="24"/>
              </w:rPr>
              <w:t>遊戲程式設計</w:t>
            </w:r>
            <w:proofErr w:type="gramStart"/>
            <w:r w:rsidRPr="00E93999">
              <w:rPr>
                <w:szCs w:val="24"/>
              </w:rPr>
              <w:t>一</w:t>
            </w:r>
            <w:proofErr w:type="gramEnd"/>
            <w:r w:rsidRPr="00E93999">
              <w:rPr>
                <w:szCs w:val="24"/>
              </w:rPr>
              <w:t>:</w:t>
            </w:r>
            <w:r w:rsidRPr="00E93999">
              <w:rPr>
                <w:szCs w:val="24"/>
              </w:rPr>
              <w:t>設計角色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049344BD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20C0A83B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1A02A14C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</w:t>
            </w:r>
          </w:p>
          <w:p w14:paraId="71F2AD7C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專題製作</w:t>
            </w:r>
            <w:r w:rsidRPr="00E93999">
              <w:rPr>
                <w:szCs w:val="24"/>
              </w:rPr>
              <w:lastRenderedPageBreak/>
              <w:t>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05F655D4" w14:textId="77777777" w:rsidR="00B37E52" w:rsidRPr="00E93999" w:rsidRDefault="00B37E52" w:rsidP="00B37E52">
            <w:pPr>
              <w:pStyle w:val="aa"/>
              <w:numPr>
                <w:ilvl w:val="0"/>
                <w:numId w:val="35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lastRenderedPageBreak/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56474928" w14:textId="77777777" w:rsidR="00B37E52" w:rsidRPr="00E93999" w:rsidRDefault="00B37E52" w:rsidP="00B37E52">
            <w:pPr>
              <w:pStyle w:val="aa"/>
              <w:numPr>
                <w:ilvl w:val="0"/>
                <w:numId w:val="35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lastRenderedPageBreak/>
              <w:t>寫程式互動多媒體影音</w:t>
            </w:r>
          </w:p>
          <w:p w14:paraId="07CE64A4" w14:textId="77777777" w:rsidR="00B37E52" w:rsidRPr="00E93999" w:rsidRDefault="00B37E52" w:rsidP="00B37E52">
            <w:pPr>
              <w:pStyle w:val="aa"/>
              <w:numPr>
                <w:ilvl w:val="0"/>
                <w:numId w:val="35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B37E52" w:rsidRPr="00E93999" w14:paraId="325A1D4F" w14:textId="77777777" w:rsidTr="00106EC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1F5A1EDC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lastRenderedPageBreak/>
              <w:t>18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5F5EAA1F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4DB15D0C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Chapter 10</w:t>
            </w:r>
            <w:r w:rsidRPr="00E93999">
              <w:rPr>
                <w:szCs w:val="24"/>
              </w:rPr>
              <w:t>尋找亮點</w:t>
            </w:r>
            <w:r w:rsidRPr="00E93999">
              <w:rPr>
                <w:szCs w:val="24"/>
              </w:rPr>
              <w:t xml:space="preserve"> -</w:t>
            </w:r>
            <w:r w:rsidRPr="00E93999">
              <w:rPr>
                <w:szCs w:val="24"/>
              </w:rPr>
              <w:t>加速度感測器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84B83E1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t-III-3</w:t>
            </w:r>
            <w:r w:rsidRPr="00E93999">
              <w:rPr>
                <w:szCs w:val="24"/>
              </w:rPr>
              <w:t>能應用運算思維描述問題解決的方法。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40F2581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10-4 </w:t>
            </w:r>
            <w:r w:rsidRPr="00E93999">
              <w:rPr>
                <w:szCs w:val="24"/>
              </w:rPr>
              <w:t>碰碰</w:t>
            </w:r>
            <w:r w:rsidRPr="00E93999">
              <w:rPr>
                <w:szCs w:val="24"/>
              </w:rPr>
              <w:t xml:space="preserve"> LED</w:t>
            </w:r>
            <w:r w:rsidRPr="00E93999">
              <w:rPr>
                <w:szCs w:val="24"/>
              </w:rPr>
              <w:t>遊戲</w:t>
            </w:r>
            <w:r w:rsidRPr="00E93999">
              <w:rPr>
                <w:szCs w:val="24"/>
              </w:rPr>
              <w:t xml:space="preserve"> Coding</w:t>
            </w:r>
          </w:p>
          <w:p w14:paraId="041EACBE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創建角色</w:t>
            </w:r>
          </w:p>
          <w:p w14:paraId="27D5B7A3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角色移動</w:t>
            </w:r>
          </w:p>
          <w:p w14:paraId="4CF2AE0C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如果角色</w:t>
            </w:r>
            <w:r w:rsidRPr="00E93999">
              <w:rPr>
                <w:szCs w:val="24"/>
              </w:rPr>
              <w:t>A</w:t>
            </w:r>
            <w:r w:rsidRPr="00E93999">
              <w:rPr>
                <w:szCs w:val="24"/>
              </w:rPr>
              <w:t>碰到角色</w:t>
            </w:r>
            <w:r w:rsidRPr="00E93999">
              <w:rPr>
                <w:szCs w:val="24"/>
              </w:rPr>
              <w:t>B</w:t>
            </w:r>
          </w:p>
          <w:p w14:paraId="150BE74A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結束遊戲</w:t>
            </w:r>
          </w:p>
          <w:p w14:paraId="04B4CF10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10-5 </w:t>
            </w:r>
            <w:r w:rsidRPr="00E93999">
              <w:rPr>
                <w:szCs w:val="24"/>
              </w:rPr>
              <w:t>模擬器玩尋找亮點</w:t>
            </w:r>
            <w:r w:rsidRPr="00E93999">
              <w:rPr>
                <w:szCs w:val="24"/>
              </w:rPr>
              <w:t xml:space="preserve"> 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7784FBD" w14:textId="77777777" w:rsidR="00B37E52" w:rsidRPr="00E93999" w:rsidRDefault="00B37E52" w:rsidP="00B37E52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kern w:val="0"/>
              </w:rPr>
            </w:pPr>
            <w:r w:rsidRPr="00E93999">
              <w:rPr>
                <w:rFonts w:eastAsia="標楷體"/>
              </w:rPr>
              <w:t>能夠利用</w:t>
            </w:r>
            <w:r w:rsidRPr="00E93999">
              <w:rPr>
                <w:rFonts w:eastAsia="標楷體"/>
              </w:rPr>
              <w:t>LED</w:t>
            </w:r>
            <w:r w:rsidRPr="00E93999">
              <w:rPr>
                <w:rFonts w:eastAsia="標楷體"/>
              </w:rPr>
              <w:t>設計遊戲</w:t>
            </w:r>
            <w:r w:rsidRPr="00E93999">
              <w:rPr>
                <w:rFonts w:eastAsia="標楷體"/>
                <w:bCs/>
                <w:kern w:val="0"/>
              </w:rPr>
              <w:t>。</w:t>
            </w:r>
          </w:p>
          <w:p w14:paraId="4D97BE9B" w14:textId="77777777" w:rsidR="00B37E52" w:rsidRPr="00E93999" w:rsidRDefault="00B37E52" w:rsidP="00B37E52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能夠設計遊戲開始與停止方式。</w:t>
            </w:r>
          </w:p>
          <w:p w14:paraId="51781BF2" w14:textId="77777777" w:rsidR="00B37E52" w:rsidRPr="00E93999" w:rsidRDefault="00B37E52" w:rsidP="00B37E52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能夠在遊戲中加入計時功能。</w:t>
            </w:r>
          </w:p>
          <w:p w14:paraId="07D4F260" w14:textId="77777777" w:rsidR="00B37E52" w:rsidRPr="00E93999" w:rsidRDefault="00B37E52" w:rsidP="00B37E52">
            <w:pPr>
              <w:pStyle w:val="a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能夠在遊戲中加入計分功能。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F631017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碰碰</w:t>
            </w:r>
            <w:r w:rsidRPr="00E93999">
              <w:rPr>
                <w:szCs w:val="24"/>
              </w:rPr>
              <w:t xml:space="preserve"> LED</w:t>
            </w:r>
            <w:r w:rsidRPr="00E93999">
              <w:rPr>
                <w:szCs w:val="24"/>
              </w:rPr>
              <w:t>遊戲程式設計二</w:t>
            </w:r>
            <w:r w:rsidRPr="00E93999">
              <w:rPr>
                <w:szCs w:val="24"/>
              </w:rPr>
              <w:t>:</w:t>
            </w:r>
            <w:r w:rsidRPr="00E93999">
              <w:rPr>
                <w:szCs w:val="24"/>
              </w:rPr>
              <w:t>停止與計時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666CF335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7CBB2293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322A57F1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</w:t>
            </w:r>
          </w:p>
          <w:p w14:paraId="1D7C79D1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4B5A026B" w14:textId="77777777" w:rsidR="00B37E52" w:rsidRPr="00E93999" w:rsidRDefault="00B37E52" w:rsidP="00B37E52">
            <w:pPr>
              <w:pStyle w:val="aa"/>
              <w:numPr>
                <w:ilvl w:val="0"/>
                <w:numId w:val="36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571BA540" w14:textId="77777777" w:rsidR="00B37E52" w:rsidRPr="00E93999" w:rsidRDefault="00B37E52" w:rsidP="00B37E52">
            <w:pPr>
              <w:pStyle w:val="aa"/>
              <w:numPr>
                <w:ilvl w:val="0"/>
                <w:numId w:val="36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5A9F750B" w14:textId="77777777" w:rsidR="00B37E52" w:rsidRPr="00E93999" w:rsidRDefault="00B37E52" w:rsidP="00B37E52">
            <w:pPr>
              <w:pStyle w:val="aa"/>
              <w:numPr>
                <w:ilvl w:val="0"/>
                <w:numId w:val="36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B37E52" w:rsidRPr="00E93999" w14:paraId="6113445C" w14:textId="77777777" w:rsidTr="00106EC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46233245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19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14:paraId="4F4C6159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single" w:sz="2" w:space="0" w:color="auto"/>
            </w:tcBorders>
          </w:tcPr>
          <w:p w14:paraId="403F7CD5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Chapter 10</w:t>
            </w:r>
            <w:r w:rsidRPr="00E93999">
              <w:rPr>
                <w:szCs w:val="24"/>
              </w:rPr>
              <w:t>尋找亮點</w:t>
            </w:r>
            <w:r w:rsidRPr="00E93999">
              <w:rPr>
                <w:szCs w:val="24"/>
              </w:rPr>
              <w:t xml:space="preserve"> -</w:t>
            </w:r>
            <w:r w:rsidRPr="00E93999">
              <w:rPr>
                <w:szCs w:val="24"/>
              </w:rPr>
              <w:t>加速度感測器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EA4C7A0" w14:textId="77777777" w:rsidR="00B37E52" w:rsidRPr="00E93999" w:rsidRDefault="00B37E52" w:rsidP="00106EC0">
            <w:pPr>
              <w:jc w:val="both"/>
              <w:rPr>
                <w:color w:val="7030A0"/>
                <w:szCs w:val="24"/>
              </w:rPr>
            </w:pPr>
            <w:r w:rsidRPr="00E93999">
              <w:rPr>
                <w:szCs w:val="24"/>
              </w:rPr>
              <w:t>資</w:t>
            </w:r>
            <w:r w:rsidRPr="00E93999">
              <w:rPr>
                <w:szCs w:val="24"/>
              </w:rPr>
              <w:t>c-III-2</w:t>
            </w:r>
            <w:r w:rsidRPr="00E93999">
              <w:rPr>
                <w:szCs w:val="24"/>
              </w:rPr>
              <w:t>能使用資訊科技與他人合作產出想法與作品。</w:t>
            </w:r>
            <w:r w:rsidRPr="00E93999">
              <w:rPr>
                <w:szCs w:val="24"/>
              </w:rPr>
              <w:t xml:space="preserve"> </w:t>
            </w: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28B3391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 xml:space="preserve">10-6 </w:t>
            </w:r>
            <w:proofErr w:type="spellStart"/>
            <w:r w:rsidRPr="00E93999">
              <w:rPr>
                <w:szCs w:val="24"/>
              </w:rPr>
              <w:t>micro:bit</w:t>
            </w:r>
            <w:proofErr w:type="spellEnd"/>
            <w:r w:rsidRPr="00E93999">
              <w:rPr>
                <w:szCs w:val="24"/>
              </w:rPr>
              <w:t>尋找</w:t>
            </w:r>
            <w:r w:rsidRPr="00E93999">
              <w:rPr>
                <w:szCs w:val="24"/>
              </w:rPr>
              <w:t xml:space="preserve"> </w:t>
            </w:r>
            <w:r w:rsidRPr="00E93999">
              <w:rPr>
                <w:szCs w:val="24"/>
              </w:rPr>
              <w:t>亮點</w:t>
            </w:r>
            <w:r w:rsidRPr="00E93999">
              <w:rPr>
                <w:szCs w:val="24"/>
              </w:rPr>
              <w:t xml:space="preserve"> </w:t>
            </w: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14637D6" w14:textId="77777777" w:rsidR="00B37E52" w:rsidRPr="00E93999" w:rsidRDefault="00B37E52" w:rsidP="00B37E52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能夠設計重玩遊戲的功能。</w:t>
            </w:r>
          </w:p>
          <w:p w14:paraId="5DD8F7D0" w14:textId="77777777" w:rsidR="00B37E52" w:rsidRPr="00E93999" w:rsidRDefault="00B37E52" w:rsidP="00B37E52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能夠設計遊戲其他擴增功能，例如發射武器。</w:t>
            </w:r>
          </w:p>
          <w:p w14:paraId="67A7D60E" w14:textId="77777777" w:rsidR="00B37E52" w:rsidRPr="00E93999" w:rsidRDefault="00B37E52" w:rsidP="00B37E52">
            <w:pPr>
              <w:pStyle w:val="aa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</w:rPr>
            </w:pPr>
            <w:r w:rsidRPr="00E93999">
              <w:rPr>
                <w:rFonts w:eastAsia="標楷體"/>
              </w:rPr>
              <w:t>能夠顯示遊戲分數。</w:t>
            </w: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CCBBBB7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模擬器玩碰碰</w:t>
            </w:r>
            <w:r w:rsidRPr="00E93999">
              <w:rPr>
                <w:szCs w:val="24"/>
              </w:rPr>
              <w:t xml:space="preserve"> LED</w:t>
            </w:r>
            <w:r w:rsidRPr="00E93999">
              <w:rPr>
                <w:szCs w:val="24"/>
              </w:rPr>
              <w:t>遊戲</w:t>
            </w:r>
          </w:p>
        </w:tc>
        <w:tc>
          <w:tcPr>
            <w:tcW w:w="1189" w:type="dxa"/>
            <w:tcBorders>
              <w:top w:val="single" w:sz="2" w:space="0" w:color="auto"/>
              <w:bottom w:val="single" w:sz="2" w:space="0" w:color="auto"/>
            </w:tcBorders>
          </w:tcPr>
          <w:p w14:paraId="1EED3326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口頭評量</w:t>
            </w:r>
          </w:p>
          <w:p w14:paraId="0CD00037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proofErr w:type="gramStart"/>
            <w:r w:rsidRPr="00E93999">
              <w:rPr>
                <w:rFonts w:eastAsia="標楷體"/>
              </w:rPr>
              <w:t>隨堂實作</w:t>
            </w:r>
            <w:proofErr w:type="gramEnd"/>
            <w:r w:rsidRPr="00E93999">
              <w:rPr>
                <w:rFonts w:eastAsia="標楷體"/>
              </w:rPr>
              <w:t>評量</w:t>
            </w:r>
          </w:p>
          <w:p w14:paraId="22A4F56E" w14:textId="77777777" w:rsidR="00B37E52" w:rsidRPr="00E93999" w:rsidRDefault="00B37E52" w:rsidP="00106EC0">
            <w:pPr>
              <w:pStyle w:val="aa"/>
              <w:ind w:leftChars="0" w:left="0"/>
              <w:jc w:val="both"/>
              <w:rPr>
                <w:rFonts w:eastAsia="標楷體"/>
              </w:rPr>
            </w:pPr>
            <w:r w:rsidRPr="00E93999">
              <w:rPr>
                <w:rFonts w:eastAsia="標楷體"/>
              </w:rPr>
              <w:t>學習歷程檔案</w:t>
            </w:r>
          </w:p>
          <w:p w14:paraId="2D684053" w14:textId="77777777" w:rsidR="00B37E52" w:rsidRPr="00E93999" w:rsidRDefault="00B37E52" w:rsidP="00106EC0">
            <w:pPr>
              <w:snapToGrid w:val="0"/>
              <w:jc w:val="both"/>
              <w:rPr>
                <w:szCs w:val="24"/>
              </w:rPr>
            </w:pPr>
            <w:r w:rsidRPr="00E93999">
              <w:rPr>
                <w:szCs w:val="24"/>
              </w:rPr>
              <w:t>專題製作評量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14:paraId="13786EF2" w14:textId="77777777" w:rsidR="00B37E52" w:rsidRPr="00E93999" w:rsidRDefault="00B37E52" w:rsidP="00B37E52">
            <w:pPr>
              <w:pStyle w:val="aa"/>
              <w:numPr>
                <w:ilvl w:val="0"/>
                <w:numId w:val="37"/>
              </w:numPr>
              <w:ind w:leftChars="0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</w:t>
            </w:r>
            <w:r w:rsidRPr="00E93999">
              <w:rPr>
                <w:rFonts w:eastAsia="標楷體"/>
              </w:rPr>
              <w:t>:</w:t>
            </w:r>
            <w:r w:rsidRPr="00E93999">
              <w:rPr>
                <w:rFonts w:eastAsia="標楷體"/>
              </w:rPr>
              <w:t>培養做、用、想與運算思維能力</w:t>
            </w:r>
            <w:r w:rsidRPr="00E93999">
              <w:rPr>
                <w:rFonts w:eastAsia="標楷體"/>
              </w:rPr>
              <w:t>(</w:t>
            </w:r>
            <w:proofErr w:type="gramStart"/>
            <w:r w:rsidRPr="00E93999">
              <w:rPr>
                <w:rFonts w:eastAsia="標楷體"/>
              </w:rPr>
              <w:t>碁</w:t>
            </w:r>
            <w:proofErr w:type="gramEnd"/>
            <w:r w:rsidRPr="00E93999">
              <w:rPr>
                <w:rFonts w:eastAsia="標楷體"/>
              </w:rPr>
              <w:t>峰</w:t>
            </w:r>
            <w:r w:rsidRPr="00E93999">
              <w:rPr>
                <w:rFonts w:eastAsia="標楷體"/>
              </w:rPr>
              <w:t>)</w:t>
            </w:r>
          </w:p>
          <w:p w14:paraId="0E44F5A3" w14:textId="77777777" w:rsidR="00B37E52" w:rsidRPr="00E93999" w:rsidRDefault="00B37E52" w:rsidP="00B37E52">
            <w:pPr>
              <w:pStyle w:val="aa"/>
              <w:numPr>
                <w:ilvl w:val="0"/>
                <w:numId w:val="37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用</w:t>
            </w:r>
            <w:proofErr w:type="spellStart"/>
            <w:r w:rsidRPr="00E93999">
              <w:rPr>
                <w:rFonts w:eastAsia="標楷體"/>
              </w:rPr>
              <w:t>micro:bit</w:t>
            </w:r>
            <w:proofErr w:type="spellEnd"/>
            <w:r w:rsidRPr="00E93999">
              <w:rPr>
                <w:rFonts w:eastAsia="標楷體"/>
              </w:rPr>
              <w:t xml:space="preserve"> V2</w:t>
            </w:r>
            <w:r w:rsidRPr="00E93999">
              <w:rPr>
                <w:rFonts w:eastAsia="標楷體"/>
              </w:rPr>
              <w:t>寫程式互動多媒體影音</w:t>
            </w:r>
          </w:p>
          <w:p w14:paraId="069018C7" w14:textId="77777777" w:rsidR="00B37E52" w:rsidRPr="00E93999" w:rsidRDefault="00B37E52" w:rsidP="00B37E52">
            <w:pPr>
              <w:pStyle w:val="aa"/>
              <w:numPr>
                <w:ilvl w:val="0"/>
                <w:numId w:val="37"/>
              </w:numPr>
              <w:ind w:leftChars="0" w:left="262" w:hanging="262"/>
              <w:rPr>
                <w:rFonts w:eastAsia="標楷體"/>
              </w:rPr>
            </w:pPr>
            <w:r w:rsidRPr="00E93999">
              <w:rPr>
                <w:rFonts w:eastAsia="標楷體"/>
              </w:rPr>
              <w:t>教學範例</w:t>
            </w:r>
          </w:p>
        </w:tc>
      </w:tr>
      <w:tr w:rsidR="00B37E52" w:rsidRPr="00E93999" w14:paraId="780CC6C9" w14:textId="77777777" w:rsidTr="00106EC0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14:paraId="3B3274DC" w14:textId="77777777" w:rsidR="00B37E52" w:rsidRPr="00E93999" w:rsidRDefault="00B37E52" w:rsidP="00106EC0">
            <w:pPr>
              <w:jc w:val="center"/>
              <w:rPr>
                <w:szCs w:val="24"/>
              </w:rPr>
            </w:pPr>
            <w:r w:rsidRPr="00E93999">
              <w:rPr>
                <w:szCs w:val="24"/>
              </w:rPr>
              <w:t>20</w:t>
            </w: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19B9E3EE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1</w:t>
            </w:r>
          </w:p>
        </w:tc>
        <w:tc>
          <w:tcPr>
            <w:tcW w:w="1221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0B69EA4B" w14:textId="77777777" w:rsidR="00B37E52" w:rsidRPr="00E93999" w:rsidRDefault="00B37E52" w:rsidP="00106EC0">
            <w:pPr>
              <w:rPr>
                <w:szCs w:val="24"/>
              </w:rPr>
            </w:pPr>
            <w:r w:rsidRPr="00E93999">
              <w:rPr>
                <w:szCs w:val="24"/>
              </w:rPr>
              <w:t>期末評量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794E0800" w14:textId="77777777" w:rsidR="00B37E52" w:rsidRPr="00E93999" w:rsidRDefault="00B37E52" w:rsidP="00106EC0">
            <w:pPr>
              <w:jc w:val="both"/>
              <w:rPr>
                <w:szCs w:val="24"/>
              </w:rPr>
            </w:pPr>
          </w:p>
        </w:tc>
        <w:tc>
          <w:tcPr>
            <w:tcW w:w="217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4195D027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240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2B5F2E3A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2656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14:paraId="7D7D3A89" w14:textId="77777777" w:rsidR="00B37E52" w:rsidRPr="00E93999" w:rsidRDefault="00B37E52" w:rsidP="00106EC0">
            <w:pPr>
              <w:rPr>
                <w:szCs w:val="24"/>
              </w:rPr>
            </w:pPr>
          </w:p>
        </w:tc>
        <w:tc>
          <w:tcPr>
            <w:tcW w:w="118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483BA74F" w14:textId="77777777" w:rsidR="00B37E52" w:rsidRPr="00E93999" w:rsidRDefault="00B37E52" w:rsidP="00106EC0">
            <w:pPr>
              <w:spacing w:before="100" w:beforeAutospacing="1" w:after="100" w:afterAutospacing="1"/>
              <w:jc w:val="center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38E602F" w14:textId="77777777" w:rsidR="00B37E52" w:rsidRPr="00E93999" w:rsidRDefault="00B37E52" w:rsidP="00106EC0">
            <w:pPr>
              <w:rPr>
                <w:szCs w:val="24"/>
              </w:rPr>
            </w:pPr>
          </w:p>
        </w:tc>
      </w:tr>
    </w:tbl>
    <w:p w14:paraId="0F24FBD0" w14:textId="77777777" w:rsidR="00A117F5" w:rsidRDefault="00A117F5" w:rsidP="00A117F5">
      <w:pPr>
        <w:snapToGrid w:val="0"/>
        <w:rPr>
          <w:rFonts w:ascii="標楷體" w:hAnsi="標楷體"/>
        </w:rPr>
      </w:pPr>
      <w:r>
        <w:rPr>
          <w:rFonts w:ascii="標楷體" w:hAnsi="標楷體" w:hint="eastAsia"/>
        </w:rPr>
        <w:t>◎教學期</w:t>
      </w:r>
      <w:proofErr w:type="gramStart"/>
      <w:r>
        <w:rPr>
          <w:rFonts w:ascii="標楷體" w:hAnsi="標楷體" w:hint="eastAsia"/>
        </w:rPr>
        <w:t>程請敘明週</w:t>
      </w:r>
      <w:proofErr w:type="gramEnd"/>
      <w:r>
        <w:rPr>
          <w:rFonts w:ascii="標楷體" w:hAnsi="標楷體" w:hint="eastAsia"/>
        </w:rPr>
        <w:t>次起訖，如行列太多或不足，請自行增刪。</w:t>
      </w:r>
    </w:p>
    <w:p w14:paraId="18DD08A5" w14:textId="77777777" w:rsidR="00A117F5" w:rsidRDefault="00A117F5" w:rsidP="00A117F5">
      <w:pPr>
        <w:snapToGrid w:val="0"/>
        <w:rPr>
          <w:rFonts w:ascii="標楷體" w:hAnsi="標楷體"/>
          <w:color w:val="FF0000"/>
        </w:rPr>
      </w:pPr>
      <w:r w:rsidRPr="000D6512">
        <w:rPr>
          <w:rFonts w:ascii="標楷體" w:hAnsi="標楷體" w:hint="eastAsia"/>
          <w:color w:val="FF0000"/>
        </w:rPr>
        <w:t>◎彈性學習課程之第4類規範(其他類課程)</w:t>
      </w:r>
      <w:r w:rsidRPr="000D6512">
        <w:rPr>
          <w:rFonts w:ascii="新細明體" w:hAnsi="新細明體" w:hint="eastAsia"/>
          <w:color w:val="FF0000"/>
        </w:rPr>
        <w:t>，</w:t>
      </w:r>
      <w:r w:rsidRPr="000D6512">
        <w:rPr>
          <w:rFonts w:ascii="標楷體" w:hAnsi="標楷體" w:hint="eastAsia"/>
          <w:color w:val="FF0000"/>
        </w:rPr>
        <w:t>如無特定</w:t>
      </w:r>
      <w:r>
        <w:rPr>
          <w:rFonts w:ascii="標楷體" w:hAnsi="標楷體" w:hint="eastAsia"/>
          <w:color w:val="FF0000"/>
        </w:rPr>
        <w:t>「</w:t>
      </w:r>
      <w:r w:rsidRPr="000D6512">
        <w:rPr>
          <w:rFonts w:ascii="標楷體" w:hAnsi="標楷體" w:hint="eastAsia"/>
          <w:color w:val="FF0000"/>
        </w:rPr>
        <w:t>自編</w:t>
      </w:r>
      <w:r>
        <w:rPr>
          <w:rFonts w:ascii="標楷體" w:hAnsi="標楷體" w:hint="eastAsia"/>
          <w:color w:val="FF0000"/>
        </w:rPr>
        <w:t>自選</w:t>
      </w:r>
      <w:r w:rsidRPr="000D6512">
        <w:rPr>
          <w:rFonts w:ascii="標楷體" w:hAnsi="標楷體" w:hint="eastAsia"/>
          <w:color w:val="FF0000"/>
        </w:rPr>
        <w:t>教材或學習單</w:t>
      </w:r>
      <w:r>
        <w:rPr>
          <w:rFonts w:ascii="新細明體" w:hAnsi="新細明體" w:hint="eastAsia"/>
          <w:color w:val="FF0000"/>
        </w:rPr>
        <w:t>」</w:t>
      </w:r>
      <w:r w:rsidRPr="000D6512">
        <w:rPr>
          <w:rFonts w:ascii="標楷體" w:hAnsi="標楷體" w:hint="eastAsia"/>
          <w:color w:val="FF0000"/>
        </w:rPr>
        <w:t>，敘明「無」即可。</w:t>
      </w:r>
    </w:p>
    <w:p w14:paraId="6EB68CFD" w14:textId="1F1ED9E1" w:rsidR="00B37E52" w:rsidRPr="00A117F5" w:rsidRDefault="00B37E52" w:rsidP="00544324">
      <w:pPr>
        <w:snapToGrid w:val="0"/>
        <w:jc w:val="center"/>
        <w:rPr>
          <w:rFonts w:ascii="標楷體" w:hAnsi="標楷體"/>
          <w:color w:val="000000"/>
          <w:sz w:val="28"/>
          <w:u w:val="single"/>
        </w:rPr>
      </w:pPr>
    </w:p>
    <w:sectPr w:rsidR="00B37E52" w:rsidRPr="00A117F5" w:rsidSect="005A048B">
      <w:headerReference w:type="default" r:id="rId8"/>
      <w:pgSz w:w="16838" w:h="11906" w:orient="landscape"/>
      <w:pgMar w:top="567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1EC9B" w14:textId="77777777" w:rsidR="00E3684B" w:rsidRDefault="00E3684B" w:rsidP="008A1862">
      <w:r>
        <w:separator/>
      </w:r>
    </w:p>
  </w:endnote>
  <w:endnote w:type="continuationSeparator" w:id="0">
    <w:p w14:paraId="5B718875" w14:textId="77777777" w:rsidR="00E3684B" w:rsidRDefault="00E3684B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...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99DC9" w14:textId="77777777" w:rsidR="00E3684B" w:rsidRDefault="00E3684B" w:rsidP="008A1862">
      <w:r>
        <w:separator/>
      </w:r>
    </w:p>
  </w:footnote>
  <w:footnote w:type="continuationSeparator" w:id="0">
    <w:p w14:paraId="21421B6C" w14:textId="77777777" w:rsidR="00E3684B" w:rsidRDefault="00E3684B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326D03" w14:textId="77777777" w:rsidR="001B17BA" w:rsidRDefault="001B17BA">
    <w:pPr>
      <w:pStyle w:val="a4"/>
    </w:pPr>
    <w:r>
      <w:rPr>
        <w:rFonts w:hint="eastAsia"/>
      </w:rPr>
      <w:t>C6</w:t>
    </w:r>
    <w:r>
      <w:t>-1</w:t>
    </w:r>
    <w:r w:rsidRPr="00AF5E04">
      <w:rPr>
        <w:rFonts w:ascii="新細明體" w:hAnsi="新細明體" w:hint="eastAsia"/>
      </w:rPr>
      <w:t>彈性學習課程計畫</w:t>
    </w:r>
    <w:r w:rsidRPr="00AF5E04">
      <w:rPr>
        <w:rFonts w:ascii="新細明體" w:hAnsi="新細明體" w:hint="eastAsia"/>
      </w:rPr>
      <w:t>(</w:t>
    </w:r>
    <w:proofErr w:type="gramStart"/>
    <w:r w:rsidRPr="00AF5E04">
      <w:rPr>
        <w:rFonts w:ascii="新細明體" w:hAnsi="新細明體" w:hint="eastAsia"/>
      </w:rPr>
      <w:t>新課綱版</w:t>
    </w:r>
    <w:proofErr w:type="gramEnd"/>
    <w:r w:rsidRPr="00AF5E04">
      <w:rPr>
        <w:rFonts w:ascii="新細明體" w:hAnsi="新細明體" w:hint="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E3949"/>
    <w:multiLevelType w:val="hybridMultilevel"/>
    <w:tmpl w:val="731452C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5F0749"/>
    <w:multiLevelType w:val="hybridMultilevel"/>
    <w:tmpl w:val="17FA113A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97C1DF4"/>
    <w:multiLevelType w:val="hybridMultilevel"/>
    <w:tmpl w:val="662E5B72"/>
    <w:lvl w:ilvl="0" w:tplc="A0C05D9C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9A77947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C143A9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CDD34BF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F914DE2"/>
    <w:multiLevelType w:val="multilevel"/>
    <w:tmpl w:val="0D34DB14"/>
    <w:lvl w:ilvl="0">
      <w:start w:val="1"/>
      <w:numFmt w:val="decimal"/>
      <w:pStyle w:val="-108"/>
      <w:suff w:val="space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suff w:val="space"/>
      <w:lvlText w:val="(%2)"/>
      <w:lvlJc w:val="left"/>
      <w:pPr>
        <w:ind w:left="0" w:firstLine="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0" w:firstLine="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0" w:firstLine="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eastAsia"/>
      </w:rPr>
    </w:lvl>
  </w:abstractNum>
  <w:abstractNum w:abstractNumId="7" w15:restartNumberingAfterBreak="0">
    <w:nsid w:val="132931B1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B065879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DF16DC0"/>
    <w:multiLevelType w:val="hybridMultilevel"/>
    <w:tmpl w:val="8028DE1E"/>
    <w:lvl w:ilvl="0" w:tplc="B7B079F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0465A98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1B73499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5F26470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9FE308F"/>
    <w:multiLevelType w:val="hybridMultilevel"/>
    <w:tmpl w:val="662E5B72"/>
    <w:lvl w:ilvl="0" w:tplc="A0C05D9C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D486D7F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10F3FC8"/>
    <w:multiLevelType w:val="hybridMultilevel"/>
    <w:tmpl w:val="8028DE1E"/>
    <w:lvl w:ilvl="0" w:tplc="B7B079F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63F4FC1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9AD527C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A17512E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D2F7D83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41E046D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7B0686E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BDB5720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C7F5C84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E1B1778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39C5FA9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62A60A0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F8F3868"/>
    <w:multiLevelType w:val="hybridMultilevel"/>
    <w:tmpl w:val="84B80352"/>
    <w:lvl w:ilvl="0" w:tplc="C2EA1602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5C21A71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6447934"/>
    <w:multiLevelType w:val="hybridMultilevel"/>
    <w:tmpl w:val="B51A46AA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8781D14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F0D0858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FFD1414"/>
    <w:multiLevelType w:val="hybridMultilevel"/>
    <w:tmpl w:val="731452C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18E21A2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63523CD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6C10ED8"/>
    <w:multiLevelType w:val="hybridMultilevel"/>
    <w:tmpl w:val="B51A46AA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D642BEB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1"/>
  </w:num>
  <w:num w:numId="3">
    <w:abstractNumId w:val="27"/>
  </w:num>
  <w:num w:numId="4">
    <w:abstractNumId w:val="13"/>
  </w:num>
  <w:num w:numId="5">
    <w:abstractNumId w:val="2"/>
  </w:num>
  <w:num w:numId="6">
    <w:abstractNumId w:val="26"/>
  </w:num>
  <w:num w:numId="7">
    <w:abstractNumId w:val="20"/>
  </w:num>
  <w:num w:numId="8">
    <w:abstractNumId w:val="21"/>
  </w:num>
  <w:num w:numId="9">
    <w:abstractNumId w:val="23"/>
  </w:num>
  <w:num w:numId="10">
    <w:abstractNumId w:val="29"/>
  </w:num>
  <w:num w:numId="11">
    <w:abstractNumId w:val="35"/>
  </w:num>
  <w:num w:numId="12">
    <w:abstractNumId w:val="0"/>
  </w:num>
  <w:num w:numId="13">
    <w:abstractNumId w:val="32"/>
  </w:num>
  <w:num w:numId="14">
    <w:abstractNumId w:val="33"/>
  </w:num>
  <w:num w:numId="15">
    <w:abstractNumId w:val="18"/>
  </w:num>
  <w:num w:numId="16">
    <w:abstractNumId w:val="8"/>
  </w:num>
  <w:num w:numId="17">
    <w:abstractNumId w:val="10"/>
  </w:num>
  <w:num w:numId="18">
    <w:abstractNumId w:val="9"/>
  </w:num>
  <w:num w:numId="19">
    <w:abstractNumId w:val="15"/>
  </w:num>
  <w:num w:numId="20">
    <w:abstractNumId w:val="11"/>
  </w:num>
  <w:num w:numId="21">
    <w:abstractNumId w:val="30"/>
  </w:num>
  <w:num w:numId="22">
    <w:abstractNumId w:val="19"/>
  </w:num>
  <w:num w:numId="23">
    <w:abstractNumId w:val="12"/>
  </w:num>
  <w:num w:numId="24">
    <w:abstractNumId w:val="25"/>
  </w:num>
  <w:num w:numId="25">
    <w:abstractNumId w:val="34"/>
  </w:num>
  <w:num w:numId="26">
    <w:abstractNumId w:val="36"/>
  </w:num>
  <w:num w:numId="27">
    <w:abstractNumId w:val="31"/>
  </w:num>
  <w:num w:numId="28">
    <w:abstractNumId w:val="17"/>
  </w:num>
  <w:num w:numId="29">
    <w:abstractNumId w:val="24"/>
  </w:num>
  <w:num w:numId="30">
    <w:abstractNumId w:val="5"/>
  </w:num>
  <w:num w:numId="31">
    <w:abstractNumId w:val="28"/>
  </w:num>
  <w:num w:numId="32">
    <w:abstractNumId w:val="3"/>
  </w:num>
  <w:num w:numId="33">
    <w:abstractNumId w:val="14"/>
  </w:num>
  <w:num w:numId="34">
    <w:abstractNumId w:val="16"/>
  </w:num>
  <w:num w:numId="35">
    <w:abstractNumId w:val="22"/>
  </w:num>
  <w:num w:numId="36">
    <w:abstractNumId w:val="4"/>
  </w:num>
  <w:num w:numId="37">
    <w:abstractNumId w:val="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attachedTemplate r:id="rId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6E1"/>
    <w:rsid w:val="00003F53"/>
    <w:rsid w:val="000072ED"/>
    <w:rsid w:val="00015231"/>
    <w:rsid w:val="00033805"/>
    <w:rsid w:val="00054667"/>
    <w:rsid w:val="00081E24"/>
    <w:rsid w:val="00085A90"/>
    <w:rsid w:val="00095C00"/>
    <w:rsid w:val="000A5CDB"/>
    <w:rsid w:val="000B1667"/>
    <w:rsid w:val="000D6512"/>
    <w:rsid w:val="000F2B1D"/>
    <w:rsid w:val="000F3C11"/>
    <w:rsid w:val="00121CE2"/>
    <w:rsid w:val="001271A1"/>
    <w:rsid w:val="0015108D"/>
    <w:rsid w:val="001625B1"/>
    <w:rsid w:val="00170EE6"/>
    <w:rsid w:val="00175118"/>
    <w:rsid w:val="0017595A"/>
    <w:rsid w:val="00177D74"/>
    <w:rsid w:val="001B17BA"/>
    <w:rsid w:val="001C162A"/>
    <w:rsid w:val="001C3CFE"/>
    <w:rsid w:val="001D1138"/>
    <w:rsid w:val="001E4D7E"/>
    <w:rsid w:val="001F20AE"/>
    <w:rsid w:val="00221F22"/>
    <w:rsid w:val="00223D76"/>
    <w:rsid w:val="00225CE6"/>
    <w:rsid w:val="002276EE"/>
    <w:rsid w:val="00227E84"/>
    <w:rsid w:val="00264D3C"/>
    <w:rsid w:val="00266EDE"/>
    <w:rsid w:val="002816B7"/>
    <w:rsid w:val="00287792"/>
    <w:rsid w:val="00295E97"/>
    <w:rsid w:val="002A08AB"/>
    <w:rsid w:val="002F08DB"/>
    <w:rsid w:val="002F1352"/>
    <w:rsid w:val="00300206"/>
    <w:rsid w:val="003067F2"/>
    <w:rsid w:val="00336BFE"/>
    <w:rsid w:val="003403B1"/>
    <w:rsid w:val="00345817"/>
    <w:rsid w:val="00351FF2"/>
    <w:rsid w:val="00357076"/>
    <w:rsid w:val="00371C34"/>
    <w:rsid w:val="0039188B"/>
    <w:rsid w:val="00394B4A"/>
    <w:rsid w:val="003B0455"/>
    <w:rsid w:val="003D7032"/>
    <w:rsid w:val="003E5542"/>
    <w:rsid w:val="003F2949"/>
    <w:rsid w:val="0044085E"/>
    <w:rsid w:val="00447509"/>
    <w:rsid w:val="00462882"/>
    <w:rsid w:val="00462ABD"/>
    <w:rsid w:val="004650AF"/>
    <w:rsid w:val="0047085B"/>
    <w:rsid w:val="004710BC"/>
    <w:rsid w:val="0047763A"/>
    <w:rsid w:val="004955D8"/>
    <w:rsid w:val="00495722"/>
    <w:rsid w:val="004975C7"/>
    <w:rsid w:val="004A14B7"/>
    <w:rsid w:val="004D36B5"/>
    <w:rsid w:val="004E4692"/>
    <w:rsid w:val="00506868"/>
    <w:rsid w:val="00535A12"/>
    <w:rsid w:val="00540B8B"/>
    <w:rsid w:val="00544324"/>
    <w:rsid w:val="00551B7A"/>
    <w:rsid w:val="0056681A"/>
    <w:rsid w:val="005704B6"/>
    <w:rsid w:val="005727C0"/>
    <w:rsid w:val="00573AA4"/>
    <w:rsid w:val="005A048B"/>
    <w:rsid w:val="005A3E07"/>
    <w:rsid w:val="005B629B"/>
    <w:rsid w:val="005D2D0D"/>
    <w:rsid w:val="005E03E5"/>
    <w:rsid w:val="005E3C65"/>
    <w:rsid w:val="005F0903"/>
    <w:rsid w:val="005F0D2B"/>
    <w:rsid w:val="005F4056"/>
    <w:rsid w:val="006000D3"/>
    <w:rsid w:val="00607FAF"/>
    <w:rsid w:val="00627DB4"/>
    <w:rsid w:val="006428B7"/>
    <w:rsid w:val="00647590"/>
    <w:rsid w:val="00650BBB"/>
    <w:rsid w:val="006636B1"/>
    <w:rsid w:val="00671F7A"/>
    <w:rsid w:val="00674993"/>
    <w:rsid w:val="006A3377"/>
    <w:rsid w:val="006D166F"/>
    <w:rsid w:val="006F5DEE"/>
    <w:rsid w:val="00706444"/>
    <w:rsid w:val="00712ABD"/>
    <w:rsid w:val="00716870"/>
    <w:rsid w:val="007325AE"/>
    <w:rsid w:val="00742BD3"/>
    <w:rsid w:val="007549B3"/>
    <w:rsid w:val="00784EB9"/>
    <w:rsid w:val="00790B61"/>
    <w:rsid w:val="007A4061"/>
    <w:rsid w:val="007A585C"/>
    <w:rsid w:val="007E3851"/>
    <w:rsid w:val="00804BDD"/>
    <w:rsid w:val="0086398B"/>
    <w:rsid w:val="00867BE9"/>
    <w:rsid w:val="00883DBE"/>
    <w:rsid w:val="00890B8A"/>
    <w:rsid w:val="00891813"/>
    <w:rsid w:val="008A1862"/>
    <w:rsid w:val="008A3824"/>
    <w:rsid w:val="008B368F"/>
    <w:rsid w:val="008C12E1"/>
    <w:rsid w:val="008C4DD3"/>
    <w:rsid w:val="008C5900"/>
    <w:rsid w:val="008E097B"/>
    <w:rsid w:val="008F0E44"/>
    <w:rsid w:val="008F4BD7"/>
    <w:rsid w:val="008F60B4"/>
    <w:rsid w:val="0090138B"/>
    <w:rsid w:val="0090433B"/>
    <w:rsid w:val="00905A5F"/>
    <w:rsid w:val="009100A8"/>
    <w:rsid w:val="00912EFC"/>
    <w:rsid w:val="009219D6"/>
    <w:rsid w:val="00926513"/>
    <w:rsid w:val="00927555"/>
    <w:rsid w:val="0097790E"/>
    <w:rsid w:val="00981FC6"/>
    <w:rsid w:val="0098690E"/>
    <w:rsid w:val="009B22A5"/>
    <w:rsid w:val="009C2271"/>
    <w:rsid w:val="009D051F"/>
    <w:rsid w:val="009D0F78"/>
    <w:rsid w:val="009D2435"/>
    <w:rsid w:val="009D7977"/>
    <w:rsid w:val="009E6D1D"/>
    <w:rsid w:val="00A01E0D"/>
    <w:rsid w:val="00A117F5"/>
    <w:rsid w:val="00A24E1B"/>
    <w:rsid w:val="00A25A76"/>
    <w:rsid w:val="00A2724F"/>
    <w:rsid w:val="00A40B81"/>
    <w:rsid w:val="00A43419"/>
    <w:rsid w:val="00A54444"/>
    <w:rsid w:val="00A57258"/>
    <w:rsid w:val="00A63656"/>
    <w:rsid w:val="00A649E1"/>
    <w:rsid w:val="00A74878"/>
    <w:rsid w:val="00A82FD9"/>
    <w:rsid w:val="00A87F0B"/>
    <w:rsid w:val="00AA303B"/>
    <w:rsid w:val="00AA7FEE"/>
    <w:rsid w:val="00AB0C3F"/>
    <w:rsid w:val="00AB3B0C"/>
    <w:rsid w:val="00AC5BB9"/>
    <w:rsid w:val="00AF5E04"/>
    <w:rsid w:val="00B2125B"/>
    <w:rsid w:val="00B255E0"/>
    <w:rsid w:val="00B34FCB"/>
    <w:rsid w:val="00B376F1"/>
    <w:rsid w:val="00B37E52"/>
    <w:rsid w:val="00B4319A"/>
    <w:rsid w:val="00B4554A"/>
    <w:rsid w:val="00B52062"/>
    <w:rsid w:val="00B523A0"/>
    <w:rsid w:val="00B56E35"/>
    <w:rsid w:val="00B64CFA"/>
    <w:rsid w:val="00B75A6E"/>
    <w:rsid w:val="00B80978"/>
    <w:rsid w:val="00BA0EF7"/>
    <w:rsid w:val="00BA33AE"/>
    <w:rsid w:val="00BA7A23"/>
    <w:rsid w:val="00BE6953"/>
    <w:rsid w:val="00BF4C9E"/>
    <w:rsid w:val="00C03DE5"/>
    <w:rsid w:val="00C124DF"/>
    <w:rsid w:val="00C14760"/>
    <w:rsid w:val="00C45E2F"/>
    <w:rsid w:val="00C45F65"/>
    <w:rsid w:val="00C60351"/>
    <w:rsid w:val="00C636B2"/>
    <w:rsid w:val="00C65348"/>
    <w:rsid w:val="00C738C2"/>
    <w:rsid w:val="00C74216"/>
    <w:rsid w:val="00C75A5C"/>
    <w:rsid w:val="00C9590D"/>
    <w:rsid w:val="00CA72F9"/>
    <w:rsid w:val="00CB602C"/>
    <w:rsid w:val="00CC2AD6"/>
    <w:rsid w:val="00CC62EC"/>
    <w:rsid w:val="00CD2CF0"/>
    <w:rsid w:val="00CD491F"/>
    <w:rsid w:val="00CD66C3"/>
    <w:rsid w:val="00CD74B1"/>
    <w:rsid w:val="00CE2D4F"/>
    <w:rsid w:val="00CE2DF5"/>
    <w:rsid w:val="00CE42BE"/>
    <w:rsid w:val="00CE43B4"/>
    <w:rsid w:val="00CF34CB"/>
    <w:rsid w:val="00D14BEE"/>
    <w:rsid w:val="00D35C71"/>
    <w:rsid w:val="00D61F21"/>
    <w:rsid w:val="00D63795"/>
    <w:rsid w:val="00D7229E"/>
    <w:rsid w:val="00D7310D"/>
    <w:rsid w:val="00D82DEB"/>
    <w:rsid w:val="00D86A84"/>
    <w:rsid w:val="00DA40C9"/>
    <w:rsid w:val="00DA41C2"/>
    <w:rsid w:val="00DB32C6"/>
    <w:rsid w:val="00DB41B4"/>
    <w:rsid w:val="00DB6F32"/>
    <w:rsid w:val="00DC7047"/>
    <w:rsid w:val="00DF2D00"/>
    <w:rsid w:val="00E17CF4"/>
    <w:rsid w:val="00E2739C"/>
    <w:rsid w:val="00E3684B"/>
    <w:rsid w:val="00E4206F"/>
    <w:rsid w:val="00E47955"/>
    <w:rsid w:val="00E51793"/>
    <w:rsid w:val="00E518B9"/>
    <w:rsid w:val="00E84D01"/>
    <w:rsid w:val="00E911E1"/>
    <w:rsid w:val="00E936FE"/>
    <w:rsid w:val="00EA3189"/>
    <w:rsid w:val="00EF01C3"/>
    <w:rsid w:val="00EF1202"/>
    <w:rsid w:val="00EF138C"/>
    <w:rsid w:val="00EF5CC5"/>
    <w:rsid w:val="00EF6360"/>
    <w:rsid w:val="00EF76E1"/>
    <w:rsid w:val="00F0427A"/>
    <w:rsid w:val="00F309D1"/>
    <w:rsid w:val="00F343F4"/>
    <w:rsid w:val="00F40462"/>
    <w:rsid w:val="00F441B1"/>
    <w:rsid w:val="00F47B99"/>
    <w:rsid w:val="00F71B0A"/>
    <w:rsid w:val="00F72D7D"/>
    <w:rsid w:val="00F94B3B"/>
    <w:rsid w:val="00F9760C"/>
    <w:rsid w:val="00FA50C4"/>
    <w:rsid w:val="00FC0FD1"/>
    <w:rsid w:val="00FC5A80"/>
    <w:rsid w:val="00FC5BF2"/>
    <w:rsid w:val="00FD0FE8"/>
    <w:rsid w:val="00FD6375"/>
    <w:rsid w:val="00FD6DAB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B03A51A"/>
  <w15:docId w15:val="{67E427C4-0FF1-49CB-A9FD-5DBDD48C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E07"/>
    <w:pPr>
      <w:widowControl w:val="0"/>
    </w:pPr>
    <w:rPr>
      <w:rFonts w:ascii="Times New Roman" w:eastAsia="標楷體" w:hAnsi="Times New Roman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="Cambria" w:eastAsia="新細明體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86398B"/>
    <w:rPr>
      <w:rFonts w:ascii="Cambria" w:eastAsia="新細明體" w:hAnsi="Cambria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BA33AE"/>
    <w:pPr>
      <w:ind w:leftChars="200" w:left="480"/>
    </w:pPr>
    <w:rPr>
      <w:rFonts w:eastAsia="新細明體"/>
      <w:szCs w:val="24"/>
    </w:rPr>
  </w:style>
  <w:style w:type="character" w:styleId="ab">
    <w:name w:val="annotation reference"/>
    <w:uiPriority w:val="99"/>
    <w:semiHidden/>
    <w:unhideWhenUsed/>
    <w:rsid w:val="004955D8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955D8"/>
  </w:style>
  <w:style w:type="character" w:customStyle="1" w:styleId="ad">
    <w:name w:val="註解文字 字元"/>
    <w:link w:val="ac"/>
    <w:uiPriority w:val="99"/>
    <w:semiHidden/>
    <w:rsid w:val="004955D8"/>
    <w:rPr>
      <w:kern w:val="2"/>
      <w:sz w:val="24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4955D8"/>
    <w:rPr>
      <w:b/>
      <w:bCs/>
    </w:rPr>
  </w:style>
  <w:style w:type="character" w:customStyle="1" w:styleId="af">
    <w:name w:val="註解主旨 字元"/>
    <w:link w:val="ae"/>
    <w:uiPriority w:val="99"/>
    <w:semiHidden/>
    <w:rsid w:val="004955D8"/>
    <w:rPr>
      <w:b/>
      <w:bCs/>
      <w:kern w:val="2"/>
      <w:sz w:val="24"/>
      <w:szCs w:val="22"/>
    </w:rPr>
  </w:style>
  <w:style w:type="paragraph" w:customStyle="1" w:styleId="-108">
    <w:name w:val="無縮排-108課綱"/>
    <w:basedOn w:val="aa"/>
    <w:qFormat/>
    <w:rsid w:val="001E4D7E"/>
    <w:pPr>
      <w:numPr>
        <w:numId w:val="1"/>
      </w:numPr>
      <w:snapToGrid w:val="0"/>
      <w:ind w:leftChars="0" w:rightChars="10" w:right="24"/>
      <w:jc w:val="both"/>
    </w:pPr>
    <w:rPr>
      <w:rFonts w:eastAsia="標楷體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1&#25945;&#23416;&#35373;&#35336;\109&#19978;&#25945;&#26448;\2&#25945;&#23416;&#35336;&#21123;\1&#32232;&#34399;_&#26360;&#21517;_&#32032;&#39178;&#23566;&#21521;_&#25945;&#32946;&#29256;-&#20197;&#35506;&#28858;&#21934;&#20301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85FCB-618E-4B6D-A12C-7CBD417A8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1編號_書名_素養導向_教育版-以課為單位.dot</Template>
  <TotalTime>1</TotalTime>
  <Pages>9</Pages>
  <Words>1142</Words>
  <Characters>6512</Characters>
  <Application>Microsoft Office Word</Application>
  <DocSecurity>0</DocSecurity>
  <Lines>54</Lines>
  <Paragraphs>15</Paragraphs>
  <ScaleCrop>false</ScaleCrop>
  <Company>HOME</Company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eduweb_w7</dc:creator>
  <cp:keywords/>
  <cp:lastModifiedBy>novia_chiang 江佳慧</cp:lastModifiedBy>
  <cp:revision>4</cp:revision>
  <cp:lastPrinted>2019-01-09T03:03:00Z</cp:lastPrinted>
  <dcterms:created xsi:type="dcterms:W3CDTF">2021-03-31T01:30:00Z</dcterms:created>
  <dcterms:modified xsi:type="dcterms:W3CDTF">2021-03-31T03:18:00Z</dcterms:modified>
</cp:coreProperties>
</file>